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72D" w:rsidRPr="005E7A5C" w:rsidRDefault="002C672D">
      <w:pPr>
        <w:pStyle w:val="PlainText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5E7A5C" w:rsidRPr="005E7A5C" w:rsidRDefault="005E7A5C" w:rsidP="005E7A5C">
      <w:pPr>
        <w:pStyle w:val="PlainText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5E7A5C">
        <w:rPr>
          <w:rFonts w:ascii="Times New Roman" w:eastAsia="MS Mincho" w:hAnsi="Times New Roman" w:cs="Times New Roman"/>
          <w:sz w:val="24"/>
          <w:szCs w:val="24"/>
        </w:rPr>
        <w:tab/>
      </w:r>
      <w:r w:rsidRPr="005E7A5C">
        <w:rPr>
          <w:rFonts w:ascii="Times New Roman" w:eastAsia="MS Mincho" w:hAnsi="Times New Roman" w:cs="Times New Roman"/>
          <w:sz w:val="24"/>
          <w:szCs w:val="24"/>
        </w:rPr>
        <w:tab/>
      </w:r>
      <w:r w:rsidRPr="005E7A5C">
        <w:rPr>
          <w:rFonts w:ascii="Times New Roman" w:eastAsia="MS Mincho" w:hAnsi="Times New Roman" w:cs="Times New Roman"/>
          <w:sz w:val="24"/>
          <w:szCs w:val="24"/>
        </w:rPr>
        <w:tab/>
      </w:r>
      <w:r w:rsidR="008E7E0C">
        <w:rPr>
          <w:rFonts w:ascii="Times New Roman" w:eastAsia="MS Mincho" w:hAnsi="Times New Roman" w:cs="Times New Roman"/>
          <w:sz w:val="24"/>
          <w:szCs w:val="24"/>
        </w:rPr>
        <w:t xml:space="preserve">    </w:t>
      </w:r>
      <w:r w:rsidRPr="005E7A5C">
        <w:rPr>
          <w:rFonts w:ascii="Times New Roman" w:eastAsia="MS Mincho" w:hAnsi="Times New Roman" w:cs="Times New Roman"/>
          <w:sz w:val="24"/>
          <w:szCs w:val="24"/>
        </w:rPr>
        <w:t>Lisa</w:t>
      </w:r>
      <w:r w:rsidR="008E7E0C">
        <w:rPr>
          <w:rFonts w:ascii="Times New Roman" w:eastAsia="MS Mincho" w:hAnsi="Times New Roman" w:cs="Times New Roman"/>
          <w:sz w:val="24"/>
          <w:szCs w:val="24"/>
        </w:rPr>
        <w:t xml:space="preserve"> 2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 </w:t>
      </w:r>
    </w:p>
    <w:p w:rsidR="00D70CA0" w:rsidRPr="005E7A5C" w:rsidRDefault="005E7A5C" w:rsidP="005E7A5C">
      <w:pPr>
        <w:pStyle w:val="PlainText"/>
        <w:ind w:left="5040"/>
        <w:rPr>
          <w:rFonts w:ascii="Times New Roman" w:eastAsia="MS Mincho" w:hAnsi="Times New Roman" w:cs="Times New Roman"/>
          <w:sz w:val="24"/>
          <w:szCs w:val="24"/>
        </w:rPr>
      </w:pP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RMK ja 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>Põlva Jahiseltsi vahel 06.09.2013 sõlmitud</w:t>
      </w:r>
      <w:r w:rsidR="00192DB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>riigima</w:t>
      </w:r>
      <w:r w:rsidR="00192DB0">
        <w:rPr>
          <w:rFonts w:ascii="Times New Roman" w:eastAsia="MS Mincho" w:hAnsi="Times New Roman" w:cs="Times New Roman"/>
          <w:sz w:val="24"/>
          <w:szCs w:val="24"/>
        </w:rPr>
        <w:t>a jahindusliku kasutuse lepingu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 xml:space="preserve"> nr 3-1.38/</w:t>
      </w:r>
      <w:r w:rsidR="00822877">
        <w:rPr>
          <w:rFonts w:ascii="Times New Roman" w:eastAsia="MS Mincho" w:hAnsi="Times New Roman" w:cs="Times New Roman"/>
          <w:sz w:val="24"/>
          <w:szCs w:val="24"/>
        </w:rPr>
        <w:t>5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5E7A5C">
        <w:rPr>
          <w:rFonts w:ascii="Times New Roman" w:eastAsia="MS Mincho" w:hAnsi="Times New Roman" w:cs="Times New Roman"/>
          <w:sz w:val="24"/>
          <w:szCs w:val="24"/>
        </w:rPr>
        <w:t>juurde</w:t>
      </w:r>
    </w:p>
    <w:p w:rsidR="00D70CA0" w:rsidRDefault="00D70CA0" w:rsidP="004B30E9">
      <w:pPr>
        <w:pStyle w:val="PlainTex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D70CA0" w:rsidRDefault="00D70CA0" w:rsidP="004B30E9">
      <w:pPr>
        <w:pStyle w:val="PlainTex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5E7A5C" w:rsidRPr="00192DB0" w:rsidRDefault="00192DB0" w:rsidP="005E7A5C">
      <w:pPr>
        <w:pStyle w:val="PlainText"/>
        <w:ind w:left="3600" w:firstLine="720"/>
        <w:jc w:val="center"/>
        <w:rPr>
          <w:rFonts w:ascii="Times New Roman" w:eastAsia="MS Mincho" w:hAnsi="Times New Roman" w:cs="Times New Roman"/>
          <w:sz w:val="24"/>
          <w:szCs w:val="24"/>
        </w:rPr>
      </w:pPr>
      <w:r w:rsidRPr="00192DB0">
        <w:rPr>
          <w:rFonts w:ascii="Times New Roman" w:eastAsia="MS Mincho" w:hAnsi="Times New Roman" w:cs="Times New Roman"/>
          <w:sz w:val="24"/>
          <w:szCs w:val="24"/>
        </w:rPr>
        <w:t>Digitaalallkirja viimane kuupäev</w:t>
      </w:r>
    </w:p>
    <w:p w:rsidR="005E7A5C" w:rsidRDefault="005E7A5C" w:rsidP="004B30E9">
      <w:pPr>
        <w:pStyle w:val="PlainTex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5E7A5C" w:rsidRPr="005E7A5C" w:rsidRDefault="005E7A5C" w:rsidP="005E7A5C">
      <w:pPr>
        <w:pStyle w:val="PlainText"/>
        <w:rPr>
          <w:rFonts w:ascii="Times New Roman" w:eastAsia="MS Mincho" w:hAnsi="Times New Roman" w:cs="Times New Roman"/>
          <w:b/>
          <w:sz w:val="24"/>
          <w:szCs w:val="24"/>
        </w:rPr>
      </w:pPr>
    </w:p>
    <w:p w:rsidR="00ED592B" w:rsidRPr="005E7A5C" w:rsidRDefault="005E7A5C" w:rsidP="005E7A5C">
      <w:pPr>
        <w:pStyle w:val="PlainText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5E7A5C">
        <w:rPr>
          <w:rFonts w:ascii="Times New Roman" w:eastAsia="MS Mincho" w:hAnsi="Times New Roman" w:cs="Times New Roman"/>
          <w:b/>
          <w:sz w:val="24"/>
          <w:szCs w:val="24"/>
        </w:rPr>
        <w:t>KOKKULEPE RIIGIMAA JAHINDUSLIKU KASUTUSE LEPINGU</w:t>
      </w:r>
      <w:r>
        <w:rPr>
          <w:rFonts w:ascii="Times New Roman" w:eastAsia="MS Mincho" w:hAnsi="Times New Roman" w:cs="Times New Roman"/>
          <w:b/>
          <w:sz w:val="24"/>
          <w:szCs w:val="24"/>
        </w:rPr>
        <w:t xml:space="preserve"> MUUTMISEKS</w:t>
      </w:r>
    </w:p>
    <w:p w:rsidR="00ED592B" w:rsidRPr="00D70CA0" w:rsidRDefault="00ED592B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25FDC" w:rsidRPr="00D70CA0" w:rsidRDefault="005E7A5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RMK ja jahipiirkonna kasutaja on 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kokku leppinud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muuta 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RMK ja </w:t>
      </w:r>
      <w:r w:rsidR="00192DB0">
        <w:rPr>
          <w:rFonts w:ascii="Times New Roman" w:eastAsia="MS Mincho" w:hAnsi="Times New Roman" w:cs="Times New Roman"/>
          <w:sz w:val="24"/>
          <w:szCs w:val="24"/>
        </w:rPr>
        <w:t>Põlva Jahiseltsi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 vahel 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>06.09.2013</w:t>
      </w:r>
      <w:r w:rsidR="00192DB0">
        <w:rPr>
          <w:rFonts w:ascii="Times New Roman" w:eastAsia="MS Mincho" w:hAnsi="Times New Roman" w:cs="Times New Roman"/>
          <w:sz w:val="24"/>
          <w:szCs w:val="24"/>
        </w:rPr>
        <w:t xml:space="preserve"> sõlmitud </w:t>
      </w:r>
      <w:r>
        <w:rPr>
          <w:rFonts w:ascii="Times New Roman" w:eastAsia="MS Mincho" w:hAnsi="Times New Roman" w:cs="Times New Roman"/>
          <w:sz w:val="24"/>
          <w:szCs w:val="24"/>
        </w:rPr>
        <w:t>riigimaa jahindusliku kasutu</w:t>
      </w:r>
      <w:r w:rsidRPr="005E7A5C">
        <w:rPr>
          <w:rFonts w:ascii="Times New Roman" w:eastAsia="MS Mincho" w:hAnsi="Times New Roman" w:cs="Times New Roman"/>
          <w:sz w:val="24"/>
          <w:szCs w:val="24"/>
        </w:rPr>
        <w:t>se lepingu</w:t>
      </w:r>
      <w:r>
        <w:rPr>
          <w:rFonts w:ascii="Times New Roman" w:eastAsia="MS Mincho" w:hAnsi="Times New Roman" w:cs="Times New Roman"/>
          <w:sz w:val="24"/>
          <w:szCs w:val="24"/>
        </w:rPr>
        <w:t>t</w:t>
      </w:r>
      <w:r w:rsidRPr="005E7A5C">
        <w:rPr>
          <w:rFonts w:ascii="Times New Roman" w:eastAsia="MS Mincho" w:hAnsi="Times New Roman" w:cs="Times New Roman"/>
          <w:sz w:val="24"/>
          <w:szCs w:val="24"/>
        </w:rPr>
        <w:t xml:space="preserve"> nr </w:t>
      </w:r>
      <w:r w:rsidR="00192DB0" w:rsidRPr="00192DB0">
        <w:rPr>
          <w:rFonts w:ascii="Times New Roman" w:eastAsia="MS Mincho" w:hAnsi="Times New Roman" w:cs="Times New Roman"/>
          <w:sz w:val="24"/>
          <w:szCs w:val="24"/>
        </w:rPr>
        <w:t>3-1.38/</w:t>
      </w:r>
      <w:r w:rsidR="00822877">
        <w:rPr>
          <w:rFonts w:ascii="Times New Roman" w:eastAsia="MS Mincho" w:hAnsi="Times New Roman" w:cs="Times New Roman"/>
          <w:sz w:val="24"/>
          <w:szCs w:val="24"/>
        </w:rPr>
        <w:t>5</w:t>
      </w:r>
      <w:r w:rsidR="00192DB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ja kehtestada leping uue muudetud  terviktekstina alljärgnevalt: </w:t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  <w:r w:rsidR="0019499C" w:rsidRPr="00D70CA0">
        <w:rPr>
          <w:rFonts w:ascii="Times New Roman" w:eastAsia="MS Mincho" w:hAnsi="Times New Roman" w:cs="Times New Roman"/>
          <w:sz w:val="24"/>
          <w:szCs w:val="24"/>
        </w:rPr>
        <w:tab/>
      </w:r>
    </w:p>
    <w:p w:rsidR="009A51F5" w:rsidRPr="00D70CA0" w:rsidRDefault="009A51F5" w:rsidP="009A51F5">
      <w:pPr>
        <w:jc w:val="both"/>
      </w:pPr>
    </w:p>
    <w:p w:rsidR="009A51F5" w:rsidRPr="00D70CA0" w:rsidRDefault="009A51F5" w:rsidP="009A51F5">
      <w:pPr>
        <w:jc w:val="both"/>
      </w:pPr>
      <w:r w:rsidRPr="00D70CA0">
        <w:rPr>
          <w:b/>
          <w:bCs/>
        </w:rPr>
        <w:t>Riigimetsa Majandamise Keskus</w:t>
      </w:r>
      <w:r w:rsidRPr="00D70CA0">
        <w:t xml:space="preserve">, </w:t>
      </w:r>
      <w:r w:rsidR="00336430" w:rsidRPr="00D70CA0">
        <w:t xml:space="preserve">edaspidi </w:t>
      </w:r>
      <w:r w:rsidR="00336430" w:rsidRPr="00D70CA0">
        <w:rPr>
          <w:b/>
          <w:bCs/>
        </w:rPr>
        <w:t>RMK,</w:t>
      </w:r>
      <w:r w:rsidR="00336430" w:rsidRPr="00D70CA0">
        <w:t xml:space="preserve"> </w:t>
      </w:r>
      <w:r w:rsidRPr="00D70CA0">
        <w:t>keda esindab juhatuse liikme</w:t>
      </w:r>
      <w:r w:rsidR="00336430" w:rsidRPr="00D70CA0">
        <w:t xml:space="preserve"> </w:t>
      </w:r>
      <w:r w:rsidR="00726795" w:rsidRPr="00D70CA0">
        <w:t xml:space="preserve">23.03.2017. a </w:t>
      </w:r>
      <w:r w:rsidRPr="00D70CA0">
        <w:t>käskkirja nr 1-5</w:t>
      </w:r>
      <w:r w:rsidR="00726795" w:rsidRPr="00D70CA0">
        <w:t xml:space="preserve">/80 </w:t>
      </w:r>
      <w:r w:rsidR="00336430" w:rsidRPr="00D70CA0">
        <w:t>„</w:t>
      </w:r>
      <w:r w:rsidR="00726795" w:rsidRPr="00D70CA0">
        <w:t>RMK metsaülematele volituste andmine töö korraldamiseks tööpiikonnas“</w:t>
      </w:r>
      <w:r w:rsidR="00336430" w:rsidRPr="00D70CA0">
        <w:t xml:space="preserve"> </w:t>
      </w:r>
      <w:r w:rsidRPr="00D70CA0">
        <w:t>alusel RMK</w:t>
      </w:r>
      <w:r w:rsidR="00192DB0">
        <w:t xml:space="preserve"> Põlvamaa metsaülem Andres Sepp</w:t>
      </w:r>
      <w:r w:rsidRPr="00D70CA0">
        <w:rPr>
          <w:b/>
          <w:bCs/>
        </w:rPr>
        <w:t>,</w:t>
      </w:r>
      <w:r w:rsidRPr="00D70CA0">
        <w:t xml:space="preserve"> ühelt poolt,</w:t>
      </w:r>
    </w:p>
    <w:p w:rsidR="009A51F5" w:rsidRPr="00D70CA0" w:rsidRDefault="009A51F5" w:rsidP="009A51F5">
      <w:pPr>
        <w:jc w:val="both"/>
      </w:pPr>
    </w:p>
    <w:p w:rsidR="009A51F5" w:rsidRPr="00D70CA0" w:rsidRDefault="009A51F5" w:rsidP="009A51F5">
      <w:pPr>
        <w:jc w:val="both"/>
      </w:pPr>
      <w:r w:rsidRPr="00D70CA0">
        <w:t xml:space="preserve">ja </w:t>
      </w:r>
      <w:r w:rsidR="00822877">
        <w:rPr>
          <w:b/>
        </w:rPr>
        <w:t>Mäe</w:t>
      </w:r>
      <w:r w:rsidR="00192DB0" w:rsidRPr="00192DB0">
        <w:rPr>
          <w:b/>
        </w:rPr>
        <w:t xml:space="preserve"> </w:t>
      </w:r>
      <w:r w:rsidR="00336430" w:rsidRPr="00192DB0">
        <w:rPr>
          <w:b/>
        </w:rPr>
        <w:t>jahipiirkonna</w:t>
      </w:r>
      <w:r w:rsidR="00336430" w:rsidRPr="00D70CA0">
        <w:t xml:space="preserve"> </w:t>
      </w:r>
      <w:r w:rsidR="007D5B24" w:rsidRPr="00D70CA0">
        <w:t>kasutaja</w:t>
      </w:r>
      <w:r w:rsidR="00192DB0">
        <w:t xml:space="preserve"> </w:t>
      </w:r>
      <w:r w:rsidR="00192DB0" w:rsidRPr="00192DB0">
        <w:rPr>
          <w:b/>
        </w:rPr>
        <w:t>Põlva Jahiselts</w:t>
      </w:r>
      <w:r w:rsidRPr="00D70CA0">
        <w:t xml:space="preserve">, </w:t>
      </w:r>
      <w:r w:rsidR="00336430" w:rsidRPr="00D70CA0">
        <w:t xml:space="preserve">edaspidi </w:t>
      </w:r>
      <w:r w:rsidR="007D5B24" w:rsidRPr="00D70CA0">
        <w:rPr>
          <w:b/>
        </w:rPr>
        <w:t>jahipiirkonna kasutaja</w:t>
      </w:r>
      <w:r w:rsidR="00336430" w:rsidRPr="00D70CA0">
        <w:t xml:space="preserve">, </w:t>
      </w:r>
      <w:r w:rsidRPr="00D70CA0">
        <w:t xml:space="preserve">keda esindab </w:t>
      </w:r>
      <w:r w:rsidR="00192DB0">
        <w:t xml:space="preserve">juhatuse liige Aare </w:t>
      </w:r>
      <w:proofErr w:type="spellStart"/>
      <w:r w:rsidR="00192DB0">
        <w:t>Veetsmann</w:t>
      </w:r>
      <w:proofErr w:type="spellEnd"/>
      <w:r w:rsidRPr="00D70CA0">
        <w:t>, teiselt poolt,</w:t>
      </w:r>
    </w:p>
    <w:p w:rsidR="009A51F5" w:rsidRPr="00D70CA0" w:rsidRDefault="009A51F5" w:rsidP="008968FA">
      <w:pPr>
        <w:pStyle w:val="BodyText"/>
      </w:pPr>
    </w:p>
    <w:p w:rsidR="008968FA" w:rsidRPr="00D70CA0" w:rsidRDefault="008968FA" w:rsidP="008968FA">
      <w:pPr>
        <w:pStyle w:val="BodyText"/>
      </w:pPr>
      <w:r w:rsidRPr="00D70CA0">
        <w:rPr>
          <w:rFonts w:eastAsia="MS Mincho"/>
        </w:rPr>
        <w:t>sõlmisid riigimaa jahindusliku</w:t>
      </w:r>
      <w:r w:rsidR="00437BFC" w:rsidRPr="00D70CA0">
        <w:rPr>
          <w:rFonts w:eastAsia="MS Mincho"/>
        </w:rPr>
        <w:t xml:space="preserve"> kasutuse </w:t>
      </w:r>
      <w:r w:rsidRPr="00D70CA0">
        <w:rPr>
          <w:rFonts w:eastAsia="MS Mincho"/>
        </w:rPr>
        <w:t xml:space="preserve"> lepingu, edaspidi </w:t>
      </w:r>
      <w:r w:rsidRPr="00D70CA0">
        <w:rPr>
          <w:rFonts w:eastAsia="MS Mincho"/>
          <w:b/>
        </w:rPr>
        <w:t>leping</w:t>
      </w:r>
      <w:r w:rsidRPr="00D70CA0">
        <w:rPr>
          <w:rFonts w:eastAsia="MS Mincho"/>
        </w:rPr>
        <w:t>, alljärgnevas:</w:t>
      </w:r>
    </w:p>
    <w:p w:rsidR="008968FA" w:rsidRPr="00D70CA0" w:rsidRDefault="008968FA" w:rsidP="008968FA">
      <w:pPr>
        <w:pStyle w:val="BodyText"/>
      </w:pPr>
    </w:p>
    <w:p w:rsidR="008968FA" w:rsidRPr="00D70CA0" w:rsidRDefault="008968FA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741546" w:rsidP="00106AA2">
      <w:pPr>
        <w:pStyle w:val="PlainTex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1. </w:t>
      </w:r>
      <w:r w:rsidR="009D6BC5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Lepingu 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objekt</w:t>
      </w:r>
    </w:p>
    <w:p w:rsidR="00E907A6" w:rsidRPr="00D70CA0" w:rsidRDefault="008A198E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RMK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 annab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jahipidamiseks </w:t>
      </w:r>
      <w:r w:rsidR="00822877">
        <w:rPr>
          <w:rFonts w:ascii="Times New Roman" w:eastAsia="MS Mincho" w:hAnsi="Times New Roman" w:cs="Times New Roman"/>
          <w:b/>
          <w:sz w:val="24"/>
          <w:szCs w:val="24"/>
        </w:rPr>
        <w:t>Mäe</w:t>
      </w:r>
      <w:r w:rsidR="00192DB0" w:rsidRPr="00192DB0">
        <w:rPr>
          <w:rFonts w:ascii="Times New Roman" w:eastAsia="MS Mincho" w:hAnsi="Times New Roman" w:cs="Times New Roman"/>
          <w:b/>
          <w:sz w:val="24"/>
          <w:szCs w:val="24"/>
        </w:rPr>
        <w:t xml:space="preserve"> jahipiirkonna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 kasutusõigus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e loaga määratud maa-alal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5CBA" w:rsidRPr="00D70CA0">
        <w:rPr>
          <w:rFonts w:ascii="Times New Roman" w:eastAsia="MS Mincho" w:hAnsi="Times New Roman" w:cs="Times New Roman"/>
          <w:sz w:val="24"/>
          <w:szCs w:val="24"/>
        </w:rPr>
        <w:t xml:space="preserve">kasutada </w:t>
      </w:r>
      <w:r w:rsidR="00225FEF" w:rsidRPr="00D70CA0">
        <w:rPr>
          <w:rFonts w:ascii="Times New Roman" w:eastAsia="MS Mincho" w:hAnsi="Times New Roman" w:cs="Times New Roman"/>
          <w:sz w:val="24"/>
          <w:szCs w:val="24"/>
        </w:rPr>
        <w:t xml:space="preserve">jahipidamiseks sobivad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="003335C6" w:rsidRPr="00D70CA0">
        <w:rPr>
          <w:rFonts w:ascii="Times New Roman" w:eastAsia="MS Mincho" w:hAnsi="Times New Roman" w:cs="Times New Roman"/>
          <w:sz w:val="24"/>
          <w:szCs w:val="24"/>
        </w:rPr>
        <w:t>maaüksus</w:t>
      </w:r>
      <w:r w:rsidR="00225FEF" w:rsidRPr="00D70CA0">
        <w:rPr>
          <w:rFonts w:ascii="Times New Roman" w:eastAsia="MS Mincho" w:hAnsi="Times New Roman" w:cs="Times New Roman"/>
          <w:sz w:val="24"/>
          <w:szCs w:val="24"/>
        </w:rPr>
        <w:t xml:space="preserve">ed, mille 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 xml:space="preserve">loetelu </w:t>
      </w:r>
      <w:r w:rsidR="00225FEF" w:rsidRPr="00D70CA0">
        <w:rPr>
          <w:rFonts w:ascii="Times New Roman" w:eastAsia="MS Mincho" w:hAnsi="Times New Roman" w:cs="Times New Roman"/>
          <w:sz w:val="24"/>
          <w:szCs w:val="24"/>
        </w:rPr>
        <w:t>on käesoleva lepingu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 xml:space="preserve"> lisa</w:t>
      </w:r>
      <w:r w:rsidR="008E7E0C">
        <w:rPr>
          <w:rFonts w:ascii="Times New Roman" w:eastAsia="MS Mincho" w:hAnsi="Times New Roman" w:cs="Times New Roman"/>
          <w:sz w:val="24"/>
          <w:szCs w:val="24"/>
        </w:rPr>
        <w:t xml:space="preserve"> 1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A5CBA" w:rsidRPr="00D70CA0" w:rsidRDefault="004A5CBA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A198E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sz w:val="24"/>
          <w:szCs w:val="24"/>
        </w:rPr>
        <w:t>2</w:t>
      </w:r>
      <w:r w:rsidR="00741546" w:rsidRPr="00D70CA0">
        <w:rPr>
          <w:rFonts w:ascii="Times New Roman" w:eastAsia="MS Mincho" w:hAnsi="Times New Roman" w:cs="Times New Roman"/>
          <w:b/>
          <w:sz w:val="24"/>
          <w:szCs w:val="24"/>
        </w:rPr>
        <w:t xml:space="preserve">. </w:t>
      </w:r>
      <w:r w:rsidR="009D6BC5" w:rsidRPr="00D70CA0">
        <w:rPr>
          <w:rFonts w:ascii="Times New Roman" w:eastAsia="MS Mincho" w:hAnsi="Times New Roman" w:cs="Times New Roman"/>
          <w:b/>
          <w:sz w:val="24"/>
          <w:szCs w:val="24"/>
        </w:rPr>
        <w:t xml:space="preserve">Lepingu </w:t>
      </w:r>
      <w:r w:rsidR="00D61A79" w:rsidRPr="00D70CA0">
        <w:rPr>
          <w:rFonts w:ascii="Times New Roman" w:eastAsia="MS Mincho" w:hAnsi="Times New Roman" w:cs="Times New Roman"/>
          <w:b/>
          <w:sz w:val="24"/>
          <w:szCs w:val="24"/>
        </w:rPr>
        <w:t>tingimused</w:t>
      </w:r>
      <w:r w:rsidR="00806D71" w:rsidRPr="00D70CA0">
        <w:rPr>
          <w:rFonts w:ascii="Times New Roman" w:eastAsia="MS Mincho" w:hAnsi="Times New Roman" w:cs="Times New Roman"/>
          <w:b/>
          <w:sz w:val="24"/>
          <w:szCs w:val="24"/>
        </w:rPr>
        <w:t xml:space="preserve"> jahipidamiseks</w:t>
      </w:r>
    </w:p>
    <w:p w:rsidR="00741546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.1. </w:t>
      </w:r>
      <w:r w:rsidR="00B50339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>annab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>riigimetsa maaüksustel</w:t>
      </w:r>
      <w:r w:rsidR="00806D71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 xml:space="preserve">õiguse </w:t>
      </w:r>
      <w:r w:rsidR="00806D71" w:rsidRPr="00D70CA0">
        <w:rPr>
          <w:rFonts w:ascii="Times New Roman" w:eastAsia="MS Mincho" w:hAnsi="Times New Roman" w:cs="Times New Roman"/>
          <w:sz w:val="24"/>
          <w:szCs w:val="24"/>
        </w:rPr>
        <w:t>jahipidamise</w:t>
      </w:r>
      <w:r w:rsidR="00421E0E" w:rsidRPr="00D70CA0">
        <w:rPr>
          <w:rFonts w:ascii="Times New Roman" w:eastAsia="MS Mincho" w:hAnsi="Times New Roman" w:cs="Times New Roman"/>
          <w:sz w:val="24"/>
          <w:szCs w:val="24"/>
        </w:rPr>
        <w:t xml:space="preserve"> korraldamise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>ks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kasutajale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, kes on kohustatud jahipidamisel järgima RMK poolt antud kirjalikke juhiseid ning korraldusi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6000B8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.2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50339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 xml:space="preserve">annab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kasutajale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50339" w:rsidRPr="00D70CA0">
        <w:rPr>
          <w:rFonts w:ascii="Times New Roman" w:eastAsia="MS Mincho" w:hAnsi="Times New Roman" w:cs="Times New Roman"/>
          <w:sz w:val="24"/>
          <w:szCs w:val="24"/>
        </w:rPr>
        <w:t xml:space="preserve">loa 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pidada jahti suur- ja väikeulukitele, te</w:t>
      </w:r>
      <w:r w:rsidR="00EA77B9" w:rsidRPr="00D70CA0">
        <w:rPr>
          <w:rFonts w:ascii="Times New Roman" w:eastAsia="MS Mincho" w:hAnsi="Times New Roman" w:cs="Times New Roman"/>
          <w:sz w:val="24"/>
          <w:szCs w:val="24"/>
        </w:rPr>
        <w:t xml:space="preserve">ha 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ulukihoolet ja püstitada jahindusrajatisi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 ning kasutada </w:t>
      </w:r>
      <w:r w:rsidR="0045349E" w:rsidRPr="00D70CA0">
        <w:rPr>
          <w:rFonts w:ascii="Times New Roman" w:eastAsia="MS Mincho" w:hAnsi="Times New Roman" w:cs="Times New Roman"/>
          <w:sz w:val="24"/>
          <w:szCs w:val="24"/>
        </w:rPr>
        <w:t>nende tegevuste ajal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 RMK metsateid</w:t>
      </w:r>
    </w:p>
    <w:p w:rsidR="00066691" w:rsidRPr="00D70CA0" w:rsidRDefault="00066691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2.3. </w:t>
      </w:r>
      <w:r w:rsidR="00C83328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C83328" w:rsidRPr="00D70CA0">
        <w:rPr>
          <w:rFonts w:ascii="Times New Roman" w:eastAsia="MS Mincho" w:hAnsi="Times New Roman" w:cs="Times New Roman"/>
          <w:sz w:val="24"/>
          <w:szCs w:val="24"/>
        </w:rPr>
        <w:t xml:space="preserve"> võib tabatud ulukite äraveoks 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riigimetsast </w:t>
      </w:r>
      <w:r w:rsidR="00C83328" w:rsidRPr="00D70CA0">
        <w:rPr>
          <w:rFonts w:ascii="Times New Roman" w:eastAsia="MS Mincho" w:hAnsi="Times New Roman" w:cs="Times New Roman"/>
          <w:sz w:val="24"/>
          <w:szCs w:val="24"/>
        </w:rPr>
        <w:t>kasutada mootorsõidukeid väljaspool metsateid. Sõidukeid tuleb kasutada nii, et neist ei tekiks kahju metsale ega muule omaniku varale. Kahju tekkimisel tuleb sellest koheselt teavitada RMK-d ja hüvitada kahju.</w:t>
      </w:r>
    </w:p>
    <w:p w:rsidR="00D61A79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6000B8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. Jahipidamis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 xml:space="preserve">e </w:t>
      </w:r>
      <w:r w:rsidR="00421E0E" w:rsidRPr="00D70CA0">
        <w:rPr>
          <w:rFonts w:ascii="Times New Roman" w:eastAsia="MS Mincho" w:hAnsi="Times New Roman" w:cs="Times New Roman"/>
          <w:sz w:val="24"/>
          <w:szCs w:val="24"/>
        </w:rPr>
        <w:t xml:space="preserve">korraldamise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õigust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 xml:space="preserve"> riigimetsas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ei saa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 xml:space="preserve"> loovutada kolmandale </w:t>
      </w:r>
      <w:r w:rsidR="009D6BC5" w:rsidRPr="00D70CA0">
        <w:rPr>
          <w:rFonts w:ascii="Times New Roman" w:eastAsia="MS Mincho" w:hAnsi="Times New Roman" w:cs="Times New Roman"/>
          <w:sz w:val="24"/>
          <w:szCs w:val="24"/>
        </w:rPr>
        <w:t xml:space="preserve">juriidilisele </w:t>
      </w:r>
      <w:r w:rsidR="00741546" w:rsidRPr="00D70CA0">
        <w:rPr>
          <w:rFonts w:ascii="Times New Roman" w:eastAsia="MS Mincho" w:hAnsi="Times New Roman" w:cs="Times New Roman"/>
          <w:sz w:val="24"/>
          <w:szCs w:val="24"/>
        </w:rPr>
        <w:t>osapoolele ilma RMK loata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8A198E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. Jahipidamisega ega muu tegevusega ei tohi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 xml:space="preserve"> kahjustada RMK kasutuses oleval maa-alal asuvat RMK vara ega luua takistusi tema vara kasutamiseks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 xml:space="preserve"> ja metsatööde tegemiseks</w:t>
      </w:r>
      <w:r w:rsidR="00D61A79" w:rsidRPr="00D70CA0">
        <w:rPr>
          <w:rFonts w:ascii="Times New Roman" w:eastAsia="MS Mincho" w:hAnsi="Times New Roman" w:cs="Times New Roman"/>
          <w:sz w:val="24"/>
          <w:szCs w:val="24"/>
        </w:rPr>
        <w:t>, samuti muul viisil kahjustada RMK õigusi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6808D2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3C3198"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 xml:space="preserve">ei jäta </w:t>
      </w:r>
      <w:r w:rsidR="00D22EF1" w:rsidRPr="00D70CA0">
        <w:rPr>
          <w:rFonts w:ascii="Times New Roman" w:eastAsia="MS Mincho" w:hAnsi="Times New Roman" w:cs="Times New Roman"/>
          <w:sz w:val="24"/>
          <w:szCs w:val="24"/>
        </w:rPr>
        <w:t xml:space="preserve">metsa </w:t>
      </w:r>
      <w:r w:rsidR="00CA7227" w:rsidRPr="00D70CA0">
        <w:rPr>
          <w:rFonts w:ascii="Times New Roman" w:eastAsia="MS Mincho" w:hAnsi="Times New Roman" w:cs="Times New Roman"/>
          <w:sz w:val="24"/>
          <w:szCs w:val="24"/>
        </w:rPr>
        <w:t xml:space="preserve">endast sobimatuid 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 xml:space="preserve">jälgi, võttes kaasa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enda tekitatud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olme</w:t>
      </w:r>
      <w:r w:rsidR="006808D2" w:rsidRPr="00D70CA0">
        <w:rPr>
          <w:rFonts w:ascii="Times New Roman" w:eastAsia="MS Mincho" w:hAnsi="Times New Roman" w:cs="Times New Roman"/>
          <w:sz w:val="24"/>
          <w:szCs w:val="24"/>
        </w:rPr>
        <w:t>prügi ja muud looduses mittelagunevad jäätmed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D61A79" w:rsidRDefault="00D61A7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E7E0C" w:rsidRDefault="008E7E0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A5267B" w:rsidRDefault="00A5267B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E7E0C" w:rsidRPr="00D70CA0" w:rsidRDefault="008E7E0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E743C9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sz w:val="24"/>
          <w:szCs w:val="24"/>
        </w:rPr>
        <w:lastRenderedPageBreak/>
        <w:t>3</w:t>
      </w:r>
      <w:r w:rsidR="00E743C9" w:rsidRPr="00D70CA0">
        <w:rPr>
          <w:rFonts w:ascii="Times New Roman" w:eastAsia="MS Mincho" w:hAnsi="Times New Roman" w:cs="Times New Roman"/>
          <w:b/>
          <w:sz w:val="24"/>
          <w:szCs w:val="24"/>
        </w:rPr>
        <w:t>. Ulukikahju</w:t>
      </w:r>
      <w:r w:rsidR="007B7D9B" w:rsidRPr="00D70CA0">
        <w:rPr>
          <w:rFonts w:ascii="Times New Roman" w:eastAsia="MS Mincho" w:hAnsi="Times New Roman" w:cs="Times New Roman"/>
          <w:b/>
          <w:sz w:val="24"/>
          <w:szCs w:val="24"/>
        </w:rPr>
        <w:t>stuse</w:t>
      </w:r>
      <w:r w:rsidR="00E743C9" w:rsidRPr="00D70CA0">
        <w:rPr>
          <w:rFonts w:ascii="Times New Roman" w:eastAsia="MS Mincho" w:hAnsi="Times New Roman" w:cs="Times New Roman"/>
          <w:b/>
          <w:sz w:val="24"/>
          <w:szCs w:val="24"/>
        </w:rPr>
        <w:t>d ja nende menetlemine</w:t>
      </w:r>
    </w:p>
    <w:p w:rsidR="008031ED" w:rsidRPr="00D70CA0" w:rsidRDefault="004B30E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E743C9" w:rsidRPr="00D70CA0">
        <w:rPr>
          <w:rFonts w:ascii="Times New Roman" w:eastAsia="MS Mincho" w:hAnsi="Times New Roman" w:cs="Times New Roman"/>
          <w:sz w:val="24"/>
          <w:szCs w:val="24"/>
        </w:rPr>
        <w:t xml:space="preserve">.1. </w:t>
      </w:r>
      <w:r w:rsidR="009D6BC5" w:rsidRPr="00D70CA0">
        <w:rPr>
          <w:rFonts w:ascii="Times New Roman" w:eastAsia="MS Mincho" w:hAnsi="Times New Roman" w:cs="Times New Roman"/>
          <w:sz w:val="24"/>
          <w:szCs w:val="24"/>
        </w:rPr>
        <w:t xml:space="preserve">Lepingus 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käsitletakse 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 xml:space="preserve">oluliste 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>ulukikahju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>stust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>ena metsa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uuendusala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või puistu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 kahjustamist 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>ulukite poolt</w:t>
      </w:r>
      <w:r w:rsidR="00D9123B" w:rsidRPr="00D70CA0">
        <w:rPr>
          <w:rFonts w:ascii="Times New Roman" w:eastAsia="MS Mincho" w:hAnsi="Times New Roman" w:cs="Times New Roman"/>
          <w:sz w:val="24"/>
          <w:szCs w:val="24"/>
        </w:rPr>
        <w:t xml:space="preserve">, mille ulatuses 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>jäävad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 täitmata 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 xml:space="preserve">keskkonnaministri määrusega 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>„Metsa majandamise eeskir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>i</w:t>
      </w:r>
      <w:r w:rsidR="005107E1" w:rsidRPr="00D70CA0">
        <w:rPr>
          <w:rFonts w:ascii="Times New Roman" w:eastAsia="MS Mincho" w:hAnsi="Times New Roman" w:cs="Times New Roman"/>
          <w:sz w:val="24"/>
          <w:szCs w:val="24"/>
        </w:rPr>
        <w:t xml:space="preserve">“ kehtestatud metsakasvatuslikud </w:t>
      </w:r>
      <w:r w:rsidR="00350477" w:rsidRPr="00D70CA0">
        <w:rPr>
          <w:rFonts w:ascii="Times New Roman" w:eastAsia="MS Mincho" w:hAnsi="Times New Roman" w:cs="Times New Roman"/>
          <w:sz w:val="24"/>
          <w:szCs w:val="24"/>
        </w:rPr>
        <w:t>miinimum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eesmärgid:</w:t>
      </w:r>
    </w:p>
    <w:p w:rsidR="008031ED" w:rsidRPr="00D70CA0" w:rsidRDefault="008031ED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3.1.1.</w:t>
      </w:r>
      <w:r w:rsidR="00452CD7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Metsauuendusalal 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>või noorendiku arenguklassis on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E31A61" w:rsidRPr="00D70CA0">
        <w:rPr>
          <w:rFonts w:ascii="Times New Roman" w:eastAsia="MS Mincho" w:hAnsi="Times New Roman" w:cs="Times New Roman"/>
          <w:sz w:val="24"/>
          <w:szCs w:val="24"/>
        </w:rPr>
        <w:t xml:space="preserve">elujõuliste 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harilike mändide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arv langenud alla 1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00 </w:t>
      </w:r>
      <w:r w:rsidR="008D3639" w:rsidRPr="00D70CA0">
        <w:rPr>
          <w:rFonts w:ascii="Times New Roman" w:eastAsia="MS Mincho" w:hAnsi="Times New Roman" w:cs="Times New Roman"/>
          <w:sz w:val="24"/>
          <w:szCs w:val="24"/>
        </w:rPr>
        <w:t>tk/</w:t>
      </w:r>
      <w:r w:rsidRPr="00D70CA0">
        <w:rPr>
          <w:rFonts w:ascii="Times New Roman" w:eastAsia="MS Mincho" w:hAnsi="Times New Roman" w:cs="Times New Roman"/>
          <w:sz w:val="24"/>
          <w:szCs w:val="24"/>
        </w:rPr>
        <w:t>ha kohta;</w:t>
      </w:r>
    </w:p>
    <w:p w:rsidR="00D26BE1" w:rsidRPr="00D70CA0" w:rsidRDefault="008031ED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3.1.2. 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>Metsauuendusalal või n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oorendiku arenguklassis on elujõuliste </w:t>
      </w:r>
      <w:r w:rsidR="001E6EDD" w:rsidRPr="00D70CA0">
        <w:rPr>
          <w:rFonts w:ascii="Times New Roman" w:eastAsia="MS Mincho" w:hAnsi="Times New Roman" w:cs="Times New Roman"/>
          <w:sz w:val="24"/>
          <w:szCs w:val="24"/>
        </w:rPr>
        <w:t xml:space="preserve">harilike 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kuuskede</w:t>
      </w:r>
      <w:r w:rsidR="007B7D9B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6EDD" w:rsidRPr="00D70CA0">
        <w:rPr>
          <w:rFonts w:ascii="Times New Roman" w:eastAsia="MS Mincho" w:hAnsi="Times New Roman" w:cs="Times New Roman"/>
          <w:sz w:val="24"/>
          <w:szCs w:val="24"/>
        </w:rPr>
        <w:t xml:space="preserve">arv </w:t>
      </w:r>
      <w:r w:rsidR="00D26BE1" w:rsidRPr="00D70CA0">
        <w:rPr>
          <w:rFonts w:ascii="Times New Roman" w:eastAsia="MS Mincho" w:hAnsi="Times New Roman" w:cs="Times New Roman"/>
          <w:sz w:val="24"/>
          <w:szCs w:val="24"/>
        </w:rPr>
        <w:t>langenud alla 1000 tk/ha kohta;</w:t>
      </w:r>
    </w:p>
    <w:p w:rsidR="008031ED" w:rsidRPr="00D70CA0" w:rsidRDefault="00D26BE1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3.1.3. Metsauuendusalal või noorendiku arenguklassis on metsa uuendamiseks </w:t>
      </w:r>
      <w:r w:rsidR="0021144F" w:rsidRPr="00D70CA0">
        <w:rPr>
          <w:rFonts w:ascii="Times New Roman" w:eastAsia="MS Mincho" w:hAnsi="Times New Roman" w:cs="Times New Roman"/>
          <w:sz w:val="24"/>
          <w:szCs w:val="24"/>
        </w:rPr>
        <w:t xml:space="preserve">sobivate elujõuliste </w:t>
      </w:r>
      <w:r w:rsidR="00A73A6F" w:rsidRPr="00D70CA0">
        <w:rPr>
          <w:rFonts w:ascii="Times New Roman" w:eastAsia="MS Mincho" w:hAnsi="Times New Roman" w:cs="Times New Roman"/>
          <w:sz w:val="24"/>
          <w:szCs w:val="24"/>
        </w:rPr>
        <w:t xml:space="preserve">puuliikide </w:t>
      </w:r>
      <w:r w:rsidR="004263FA" w:rsidRPr="00D70CA0">
        <w:rPr>
          <w:rFonts w:ascii="Times New Roman" w:eastAsia="MS Mincho" w:hAnsi="Times New Roman" w:cs="Times New Roman"/>
          <w:sz w:val="24"/>
          <w:szCs w:val="24"/>
        </w:rPr>
        <w:t xml:space="preserve">(segapuistu)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puude koguarv langenud alla 1500 tk/ha kohta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5723C7" w:rsidRPr="00D70CA0" w:rsidRDefault="00D26BE1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3.1.4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 xml:space="preserve">. Alates latimetsa arenguklassist on </w:t>
      </w:r>
      <w:r w:rsidR="00E31A61" w:rsidRPr="00D70CA0">
        <w:rPr>
          <w:rFonts w:ascii="Times New Roman" w:eastAsia="MS Mincho" w:hAnsi="Times New Roman" w:cs="Times New Roman"/>
          <w:sz w:val="24"/>
          <w:szCs w:val="24"/>
        </w:rPr>
        <w:t xml:space="preserve">esimese rinde </w:t>
      </w:r>
      <w:r w:rsidR="008031ED" w:rsidRPr="00D70CA0">
        <w:rPr>
          <w:rFonts w:ascii="Times New Roman" w:eastAsia="MS Mincho" w:hAnsi="Times New Roman" w:cs="Times New Roman"/>
          <w:sz w:val="24"/>
          <w:szCs w:val="24"/>
        </w:rPr>
        <w:t xml:space="preserve">elujõuliste puude rinnaspindala väiksem kui </w:t>
      </w:r>
      <w:r w:rsidR="001E6AF0" w:rsidRPr="00D70CA0">
        <w:rPr>
          <w:rFonts w:ascii="Times New Roman" w:eastAsia="MS Mincho" w:hAnsi="Times New Roman" w:cs="Times New Roman"/>
          <w:sz w:val="24"/>
          <w:szCs w:val="24"/>
        </w:rPr>
        <w:t xml:space="preserve">puistu esimese rinde 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rinnaspindala lubatud alammäär pärast harvendusraiet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E743C9" w:rsidRPr="00D70CA0" w:rsidRDefault="00296EA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3.1.5</w:t>
      </w:r>
      <w:r w:rsidR="005723C7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K</w:t>
      </w:r>
      <w:r w:rsidR="00452CD7" w:rsidRPr="00D70CA0">
        <w:rPr>
          <w:rFonts w:ascii="Times New Roman" w:eastAsia="MS Mincho" w:hAnsi="Times New Roman" w:cs="Times New Roman"/>
          <w:sz w:val="24"/>
          <w:szCs w:val="24"/>
        </w:rPr>
        <w:t>ob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r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aste poolt tekitatud üleujutused </w:t>
      </w:r>
      <w:r w:rsidR="00CE3130" w:rsidRPr="00D70CA0">
        <w:rPr>
          <w:rFonts w:ascii="Times New Roman" w:eastAsia="MS Mincho" w:hAnsi="Times New Roman" w:cs="Times New Roman"/>
          <w:sz w:val="24"/>
          <w:szCs w:val="24"/>
        </w:rPr>
        <w:t>kuivendussüsteemides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>,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 xml:space="preserve"> millest on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>t teavitatud</w:t>
      </w:r>
      <w:r w:rsidR="00A40CBE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3A6103" w:rsidRPr="00D70CA0" w:rsidRDefault="003A6103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3.2. 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RMK-le käesoleva lepingu järgselt juurdetulnud maaüksuste kuivendussüsteemides, millele pole tagatud juurdepääs metsa- või põllumajandustraktoriga, kobraste poolt põhjustatud üleujutuste likvideerimiseks lepivad RMK ja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 kokku ühistegevuses, kus RMK ülesandeks jääb metsakuivendussüsteemile juurdepääsu loomine (sh puittaimestiku likvideerimine mulletelt ja kraavikallastelt, lisaks setete ja kopratammide eemaldamine) ja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 ülesandeks jääb kobraste poolt tekitatavate edasiste üleujutuste vältimine (sh kobraste väljapüük ja kopratammide likvideerimine</w:t>
      </w:r>
      <w:r w:rsidR="0045349E" w:rsidRPr="00D70CA0">
        <w:rPr>
          <w:rFonts w:ascii="Times New Roman" w:eastAsia="MS Mincho" w:hAnsi="Times New Roman" w:cs="Times New Roman"/>
          <w:sz w:val="24"/>
          <w:szCs w:val="24"/>
        </w:rPr>
        <w:t>)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. Muudel juhtudel kobraste poolt põhjustatud üleujutuste likvideerimiseks loob RMK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kasutajale 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 xml:space="preserve">vajadusel 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>juurdepääsu kopratammide lammutamiseks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, eemaldades juurdepääsult</w:t>
      </w:r>
      <w:r w:rsidR="004922A4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 xml:space="preserve">puittaimestiku. </w:t>
      </w:r>
    </w:p>
    <w:p w:rsidR="00504F02" w:rsidRPr="00D70CA0" w:rsidRDefault="00504F0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332B1F" w:rsidRPr="00D70CA0">
        <w:rPr>
          <w:rFonts w:ascii="Times New Roman" w:eastAsia="MS Mincho" w:hAnsi="Times New Roman" w:cs="Times New Roman"/>
          <w:sz w:val="24"/>
          <w:szCs w:val="24"/>
        </w:rPr>
        <w:t>O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lulisest ulukikahjustusest teavitab RMK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kasutajat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152D1" w:rsidRPr="00D70CA0">
        <w:rPr>
          <w:rFonts w:ascii="Times New Roman" w:eastAsia="MS Mincho" w:hAnsi="Times New Roman" w:cs="Times New Roman"/>
          <w:sz w:val="24"/>
          <w:szCs w:val="24"/>
        </w:rPr>
        <w:t xml:space="preserve">sellekohase 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>kahju hindamise akti</w:t>
      </w:r>
      <w:r w:rsidR="00D22EF1" w:rsidRPr="00D70CA0">
        <w:rPr>
          <w:rFonts w:ascii="Times New Roman" w:eastAsia="MS Mincho" w:hAnsi="Times New Roman" w:cs="Times New Roman"/>
          <w:sz w:val="24"/>
          <w:szCs w:val="24"/>
        </w:rPr>
        <w:t xml:space="preserve"> esitamise</w:t>
      </w:r>
      <w:r w:rsidRPr="00D70CA0">
        <w:rPr>
          <w:rFonts w:ascii="Times New Roman" w:eastAsia="MS Mincho" w:hAnsi="Times New Roman" w:cs="Times New Roman"/>
          <w:sz w:val="24"/>
          <w:szCs w:val="24"/>
        </w:rPr>
        <w:t>ga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 ühe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kuu jooksul 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ulukikahjustuse metsaregistrisse kandmisest 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>arvates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A8295D" w:rsidRPr="00D70CA0">
        <w:rPr>
          <w:rFonts w:ascii="Times New Roman" w:eastAsia="MS Mincho" w:hAnsi="Times New Roman" w:cs="Times New Roman"/>
          <w:sz w:val="24"/>
          <w:szCs w:val="24"/>
        </w:rPr>
        <w:t>K</w:t>
      </w:r>
      <w:r w:rsidR="00332B1F" w:rsidRPr="00D70CA0">
        <w:rPr>
          <w:rFonts w:ascii="Times New Roman" w:eastAsia="MS Mincho" w:hAnsi="Times New Roman" w:cs="Times New Roman"/>
          <w:sz w:val="24"/>
          <w:szCs w:val="24"/>
        </w:rPr>
        <w:t>ahju hindamise aktis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kavandatud tööde maksumuse</w:t>
      </w:r>
      <w:r w:rsidR="00670EC8" w:rsidRPr="00D70CA0">
        <w:rPr>
          <w:rStyle w:val="FootnoteReference"/>
          <w:rFonts w:ascii="Calibri" w:eastAsia="MS Mincho" w:hAnsi="Calibri" w:cs="Times New Roman"/>
          <w:sz w:val="24"/>
          <w:szCs w:val="24"/>
        </w:rPr>
        <w:footnoteReference w:id="1"/>
      </w:r>
      <w:r w:rsidR="00A8295D" w:rsidRPr="00D70CA0">
        <w:rPr>
          <w:rFonts w:ascii="Times New Roman" w:eastAsia="MS Mincho" w:hAnsi="Times New Roman" w:cs="Times New Roman"/>
          <w:sz w:val="24"/>
          <w:szCs w:val="24"/>
        </w:rPr>
        <w:t xml:space="preserve"> tasumisega mittenõustumisest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tul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eb RMK-d teavitada kirjalikult ühe</w:t>
      </w:r>
      <w:r w:rsidR="004277EF" w:rsidRPr="00D70CA0">
        <w:rPr>
          <w:rFonts w:ascii="Times New Roman" w:eastAsia="MS Mincho" w:hAnsi="Times New Roman" w:cs="Times New Roman"/>
          <w:sz w:val="24"/>
          <w:szCs w:val="24"/>
        </w:rPr>
        <w:t xml:space="preserve"> kuu jooksul kahju hindamise akti saamisest arvates.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 Sama</w:t>
      </w:r>
      <w:r w:rsidR="00670EC8" w:rsidRPr="00D70CA0">
        <w:rPr>
          <w:rFonts w:ascii="Times New Roman" w:eastAsia="MS Mincho" w:hAnsi="Times New Roman" w:cs="Times New Roman"/>
          <w:sz w:val="24"/>
          <w:szCs w:val="24"/>
        </w:rPr>
        <w:t>aegselt mittenõustumisega</w:t>
      </w:r>
      <w:r w:rsidR="006732CA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lepitakse RMK-ga kokku </w:t>
      </w:r>
      <w:r w:rsidR="00A5744E" w:rsidRPr="00D70CA0">
        <w:rPr>
          <w:rFonts w:ascii="Times New Roman" w:eastAsia="MS Mincho" w:hAnsi="Times New Roman" w:cs="Times New Roman"/>
          <w:sz w:val="24"/>
          <w:szCs w:val="24"/>
        </w:rPr>
        <w:t>aeg ja koht erimeelsuse lahendamiseks hiljemalt kahe nädala jooksul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A8295D" w:rsidRPr="00D70CA0" w:rsidRDefault="00A8295D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Kui pooled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ei saavuta üksmeelt ja seejärel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ei lepi kokku teisiti, hindab kahju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kahe nädala jooksul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>kutsestandardite alusel antud kutsetunnistust omav metsanduse konsulent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 või metsakorraldaja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Konsulendi </w:t>
      </w:r>
      <w:r w:rsidR="003A6103" w:rsidRPr="00D70CA0">
        <w:rPr>
          <w:rFonts w:ascii="Times New Roman" w:eastAsia="MS Mincho" w:hAnsi="Times New Roman" w:cs="Times New Roman"/>
          <w:sz w:val="24"/>
          <w:szCs w:val="24"/>
        </w:rPr>
        <w:t xml:space="preserve">või metsakorraldaja 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valib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kooskõlastatult RMK-ga.</w:t>
      </w:r>
      <w:r w:rsidR="00A21650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Hindamisega seotud põhjendatud kulu kannab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 xml:space="preserve">. Kui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>ekspertiisiga selgub, et ulukikahju</w:t>
      </w:r>
      <w:r w:rsidR="004F66A1" w:rsidRPr="00D70CA0">
        <w:rPr>
          <w:rFonts w:ascii="Times New Roman" w:eastAsia="MS Mincho" w:hAnsi="Times New Roman" w:cs="Times New Roman"/>
          <w:sz w:val="24"/>
          <w:szCs w:val="24"/>
        </w:rPr>
        <w:t>kahju ei kuulu hüvitamisele, kannab hindamisega seotud kulu RMK.</w:t>
      </w:r>
    </w:p>
    <w:p w:rsidR="00350477" w:rsidRPr="00D70CA0" w:rsidRDefault="00350477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Pr="00D70CA0">
        <w:rPr>
          <w:rFonts w:ascii="Times New Roman" w:eastAsia="MS Mincho" w:hAnsi="Times New Roman" w:cs="Times New Roman"/>
          <w:sz w:val="24"/>
          <w:szCs w:val="24"/>
        </w:rPr>
        <w:t>. Mitme kahjustaja koosmõjul (sh kui üheks kahjustajaks on jahiuluk) tekkinud oluli</w:t>
      </w:r>
      <w:r w:rsidR="004A1149" w:rsidRPr="00D70CA0">
        <w:rPr>
          <w:rFonts w:ascii="Times New Roman" w:eastAsia="MS Mincho" w:hAnsi="Times New Roman" w:cs="Times New Roman"/>
          <w:sz w:val="24"/>
          <w:szCs w:val="24"/>
        </w:rPr>
        <w:t>s</w:t>
      </w:r>
      <w:r w:rsidRPr="00D70CA0">
        <w:rPr>
          <w:rFonts w:ascii="Times New Roman" w:eastAsia="MS Mincho" w:hAnsi="Times New Roman" w:cs="Times New Roman"/>
          <w:sz w:val="24"/>
          <w:szCs w:val="24"/>
        </w:rPr>
        <w:t>e metsakahjustus</w:t>
      </w:r>
      <w:r w:rsidR="001164D7" w:rsidRPr="00D70CA0">
        <w:rPr>
          <w:rFonts w:ascii="Times New Roman" w:eastAsia="MS Mincho" w:hAnsi="Times New Roman" w:cs="Times New Roman"/>
          <w:sz w:val="24"/>
          <w:szCs w:val="24"/>
        </w:rPr>
        <w:t>e korral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05DC8" w:rsidRPr="00D70CA0">
        <w:rPr>
          <w:rFonts w:ascii="Times New Roman" w:eastAsia="MS Mincho" w:hAnsi="Times New Roman" w:cs="Times New Roman"/>
          <w:sz w:val="24"/>
          <w:szCs w:val="24"/>
        </w:rPr>
        <w:t xml:space="preserve">arvestatakse </w:t>
      </w:r>
      <w:r w:rsidR="00393762" w:rsidRPr="00D70CA0">
        <w:rPr>
          <w:rFonts w:ascii="Times New Roman" w:eastAsia="MS Mincho" w:hAnsi="Times New Roman" w:cs="Times New Roman"/>
          <w:sz w:val="24"/>
          <w:szCs w:val="24"/>
        </w:rPr>
        <w:t>kogukahjust</w:t>
      </w:r>
      <w:r w:rsidR="001164D7"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ulukikahjustuse osa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D9123B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A64574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>Oluliste u</w:t>
      </w:r>
      <w:r w:rsidR="00A21755" w:rsidRPr="00D70CA0">
        <w:rPr>
          <w:rFonts w:ascii="Times New Roman" w:eastAsia="MS Mincho" w:hAnsi="Times New Roman" w:cs="Times New Roman"/>
          <w:sz w:val="24"/>
          <w:szCs w:val="24"/>
        </w:rPr>
        <w:t xml:space="preserve">lukikahjustuste tõttu metsakasvatuslike eesmärkide täitmiseks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RMK poolt </w:t>
      </w:r>
      <w:r w:rsidR="00A8295D" w:rsidRPr="00D70CA0">
        <w:rPr>
          <w:rFonts w:ascii="Times New Roman" w:eastAsia="MS Mincho" w:hAnsi="Times New Roman" w:cs="Times New Roman"/>
          <w:sz w:val="24"/>
          <w:szCs w:val="24"/>
        </w:rPr>
        <w:t xml:space="preserve">kahjude hindamise aktide alusel 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tehtud täiendavate kulutuste arvestuslik maksumus 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 xml:space="preserve">kalendriaastas </w:t>
      </w:r>
      <w:r w:rsidR="00936864" w:rsidRPr="00D70CA0">
        <w:rPr>
          <w:rFonts w:ascii="Times New Roman" w:eastAsia="MS Mincho" w:hAnsi="Times New Roman" w:cs="Times New Roman"/>
          <w:sz w:val="24"/>
          <w:szCs w:val="24"/>
        </w:rPr>
        <w:t>arvutatakse</w:t>
      </w:r>
      <w:r w:rsidR="0028117D" w:rsidRPr="00D70CA0">
        <w:rPr>
          <w:rFonts w:ascii="Times New Roman" w:eastAsia="MS Mincho" w:hAnsi="Times New Roman" w:cs="Times New Roman"/>
          <w:sz w:val="24"/>
          <w:szCs w:val="24"/>
        </w:rPr>
        <w:t xml:space="preserve"> kokku</w:t>
      </w:r>
      <w:r w:rsidR="00A21755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564708" w:rsidRPr="00D70CA0">
        <w:rPr>
          <w:rFonts w:ascii="Times New Roman" w:eastAsia="MS Mincho" w:hAnsi="Times New Roman" w:cs="Times New Roman"/>
          <w:sz w:val="24"/>
          <w:szCs w:val="24"/>
        </w:rPr>
        <w:t>jahipiirkondade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393762" w:rsidRPr="00D70CA0">
        <w:rPr>
          <w:rFonts w:ascii="Times New Roman" w:eastAsia="MS Mincho" w:hAnsi="Times New Roman" w:cs="Times New Roman"/>
          <w:sz w:val="24"/>
          <w:szCs w:val="24"/>
        </w:rPr>
        <w:t>kaupa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 iga </w:t>
      </w:r>
      <w:r w:rsidR="00A21755" w:rsidRPr="00D70CA0">
        <w:rPr>
          <w:rFonts w:ascii="Times New Roman" w:eastAsia="MS Mincho" w:hAnsi="Times New Roman" w:cs="Times New Roman"/>
          <w:sz w:val="24"/>
          <w:szCs w:val="24"/>
        </w:rPr>
        <w:t xml:space="preserve">aasta </w:t>
      </w:r>
      <w:r w:rsidR="00592C36" w:rsidRPr="00D70CA0">
        <w:rPr>
          <w:rFonts w:ascii="Times New Roman" w:eastAsia="MS Mincho" w:hAnsi="Times New Roman" w:cs="Times New Roman"/>
          <w:sz w:val="24"/>
          <w:szCs w:val="24"/>
        </w:rPr>
        <w:t>31.</w:t>
      </w:r>
      <w:r w:rsidR="00296EA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>d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>etsembri</w:t>
      </w:r>
      <w:r w:rsidR="000E38C2" w:rsidRPr="00D70CA0">
        <w:rPr>
          <w:rFonts w:ascii="Times New Roman" w:eastAsia="MS Mincho" w:hAnsi="Times New Roman" w:cs="Times New Roman"/>
          <w:sz w:val="24"/>
          <w:szCs w:val="24"/>
        </w:rPr>
        <w:t>ks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E215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 hüvitab o</w:t>
      </w:r>
      <w:r w:rsidR="00AE6F5A" w:rsidRPr="00D70CA0">
        <w:rPr>
          <w:rFonts w:ascii="Times New Roman" w:eastAsia="MS Mincho" w:hAnsi="Times New Roman" w:cs="Times New Roman"/>
          <w:sz w:val="24"/>
          <w:szCs w:val="24"/>
        </w:rPr>
        <w:t>luliste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ulukikahjustuste likvideerimise maksumus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e</w:t>
      </w:r>
      <w:r w:rsidR="001D2A36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164D7" w:rsidRPr="00D70CA0">
        <w:rPr>
          <w:rFonts w:ascii="Times New Roman" w:eastAsia="MS Mincho" w:hAnsi="Times New Roman" w:cs="Times New Roman"/>
          <w:sz w:val="24"/>
          <w:szCs w:val="24"/>
        </w:rPr>
        <w:t>hiljemalt j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ärgneva jahindusaasta alguseks RMK arve alusel, mis esitatakse jahipiirkonna kasutajale</w:t>
      </w:r>
      <w:r w:rsidR="00157647" w:rsidRPr="00D70CA0">
        <w:rPr>
          <w:rFonts w:ascii="Times New Roman" w:eastAsia="MS Mincho" w:hAnsi="Times New Roman" w:cs="Times New Roman"/>
          <w:sz w:val="24"/>
          <w:szCs w:val="24"/>
        </w:rPr>
        <w:t xml:space="preserve"> jaanuarikuu lõpuks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1D2A36" w:rsidRPr="00D70CA0" w:rsidRDefault="001D2A36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4944B7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Alternatiivina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 xml:space="preserve">olulise ulukikahjustuste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 xml:space="preserve">likvideerimise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>eest esitatud arve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maksmisele võivad RMK ja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E2910" w:rsidRPr="00D70CA0">
        <w:rPr>
          <w:rFonts w:ascii="Times New Roman" w:eastAsia="MS Mincho" w:hAnsi="Times New Roman" w:cs="Times New Roman"/>
          <w:sz w:val="24"/>
          <w:szCs w:val="24"/>
        </w:rPr>
        <w:t>ühe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 kuu jooksul kahju hindamise akti esitamisest arvates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kokku leppida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koostöös </w:t>
      </w:r>
      <w:r w:rsidR="00AE6F5A" w:rsidRPr="00D70CA0">
        <w:rPr>
          <w:rFonts w:ascii="Times New Roman" w:eastAsia="MS Mincho" w:hAnsi="Times New Roman" w:cs="Times New Roman"/>
          <w:sz w:val="24"/>
          <w:szCs w:val="24"/>
        </w:rPr>
        <w:t>olulise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ulukikahjustuse likvideerimise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>l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kaasamiseks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järgneva jahindusaasta jooksul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F66A1" w:rsidRPr="00D70CA0" w:rsidRDefault="004F66A1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lastRenderedPageBreak/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8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Kui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poolt hüvitatud olulise ulukikahjuga eraldisel on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teistkordselt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tekkinud 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uus oluline ulukikahju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 xml:space="preserve">siis jahipiirkonna </w:t>
      </w:r>
      <w:r w:rsidR="007D5B24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le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teistkord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>s</w:t>
      </w:r>
      <w:r w:rsidR="00E45703" w:rsidRPr="00D70CA0">
        <w:rPr>
          <w:rFonts w:ascii="Times New Roman" w:eastAsia="MS Mincho" w:hAnsi="Times New Roman" w:cs="Times New Roman"/>
          <w:sz w:val="24"/>
          <w:szCs w:val="24"/>
        </w:rPr>
        <w:t>e kahjustuse eest kahju hindamise akti ei koostata ja arvet ei esitata.</w:t>
      </w:r>
    </w:p>
    <w:p w:rsidR="00E45703" w:rsidRPr="00D70CA0" w:rsidRDefault="00E45703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9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Peapuuliigi eesmärgina haab looduslikule uuendusele jäetud eraldisel olulise ulukikahjustuse tekkimisel koostatakse kahju hindamise akt kahjustuse likvideerimiseks peapuuliigi eesmärki muutmata. Kahju hindamise akt sisaldab kahjustatud alal 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vajadusel </w:t>
      </w:r>
      <w:r w:rsidR="00334D00" w:rsidRPr="00D70CA0">
        <w:rPr>
          <w:rFonts w:ascii="Times New Roman" w:eastAsia="MS Mincho" w:hAnsi="Times New Roman" w:cs="Times New Roman"/>
          <w:sz w:val="24"/>
          <w:szCs w:val="24"/>
        </w:rPr>
        <w:t xml:space="preserve">vaid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puude raiet ja nende koristust</w:t>
      </w:r>
      <w:r w:rsidR="00334D00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10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. RMK-l on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kohustus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72175" w:rsidRPr="00D70CA0">
        <w:rPr>
          <w:rFonts w:ascii="Times New Roman" w:eastAsia="MS Mincho" w:hAnsi="Times New Roman" w:cs="Times New Roman"/>
          <w:sz w:val="24"/>
          <w:szCs w:val="24"/>
        </w:rPr>
        <w:t xml:space="preserve">kirjalikult </w:t>
      </w:r>
      <w:r w:rsidR="009D6BC5" w:rsidRPr="00D70CA0">
        <w:rPr>
          <w:rFonts w:ascii="Times New Roman" w:eastAsia="MS Mincho" w:hAnsi="Times New Roman" w:cs="Times New Roman"/>
          <w:sz w:val="24"/>
          <w:szCs w:val="24"/>
        </w:rPr>
        <w:t xml:space="preserve">jahipidamine keelata ja </w:t>
      </w:r>
      <w:r w:rsidRPr="00D70CA0">
        <w:rPr>
          <w:rFonts w:ascii="Times New Roman" w:eastAsia="MS Mincho" w:hAnsi="Times New Roman" w:cs="Times New Roman"/>
          <w:sz w:val="24"/>
          <w:szCs w:val="24"/>
        </w:rPr>
        <w:t>lepingu täitmine peatada,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kui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ei tasu jahihooaja alguseks eelmisel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 xml:space="preserve">kalendriaastal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tekkinud oluliste ulukikahjustuste 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>likvideerimise</w:t>
      </w:r>
      <w:r w:rsidR="00772175" w:rsidRPr="00D70CA0">
        <w:rPr>
          <w:rFonts w:ascii="Times New Roman" w:eastAsia="MS Mincho" w:hAnsi="Times New Roman" w:cs="Times New Roman"/>
          <w:sz w:val="24"/>
          <w:szCs w:val="24"/>
        </w:rPr>
        <w:t xml:space="preserve"> hüvitamiseks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72175" w:rsidRPr="00D70CA0">
        <w:rPr>
          <w:rFonts w:ascii="Times New Roman" w:eastAsia="MS Mincho" w:hAnsi="Times New Roman" w:cs="Times New Roman"/>
          <w:sz w:val="24"/>
          <w:szCs w:val="24"/>
        </w:rPr>
        <w:t>esitatud arvet</w:t>
      </w:r>
      <w:r w:rsidR="00D42C3A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või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RMK ei ole saavutanud jahipiirkonna kasutajaga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kokkulepe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t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oluliste ulukikahjustuste likvideerimise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ks, või on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B6547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jätnud kokkulep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itu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 xml:space="preserve">oluliste ulukikahjustuste likvideerimiseks </w:t>
      </w:r>
      <w:r w:rsidR="00125FDC" w:rsidRPr="00D70CA0">
        <w:rPr>
          <w:rFonts w:ascii="Times New Roman" w:eastAsia="MS Mincho" w:hAnsi="Times New Roman" w:cs="Times New Roman"/>
          <w:sz w:val="24"/>
          <w:szCs w:val="24"/>
        </w:rPr>
        <w:t>täitmata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481E23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3.</w:t>
      </w:r>
      <w:r w:rsidR="00FD0C3F" w:rsidRPr="00D70CA0">
        <w:rPr>
          <w:rFonts w:ascii="Times New Roman" w:eastAsia="MS Mincho" w:hAnsi="Times New Roman" w:cs="Times New Roman"/>
          <w:sz w:val="24"/>
          <w:szCs w:val="24"/>
        </w:rPr>
        <w:t>11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Jahipidamiskeelu põhjustanud kohustuste täitmisel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poolt taastab RMK käesoleva lepingu täies mahus. Jahipid</w:t>
      </w:r>
      <w:r w:rsidR="009D59EE" w:rsidRPr="00D70CA0">
        <w:rPr>
          <w:rFonts w:ascii="Times New Roman" w:eastAsia="MS Mincho" w:hAnsi="Times New Roman" w:cs="Times New Roman"/>
          <w:sz w:val="24"/>
          <w:szCs w:val="24"/>
        </w:rPr>
        <w:t>amiskeelu ajal tekkinud olulisi ulukikahjustusi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9D59EE" w:rsidRPr="00D70CA0">
        <w:rPr>
          <w:rFonts w:ascii="Times New Roman" w:eastAsia="MS Mincho" w:hAnsi="Times New Roman" w:cs="Times New Roman"/>
          <w:sz w:val="24"/>
          <w:szCs w:val="24"/>
        </w:rPr>
        <w:t>arvestatakse ja käsitletakse vastavalt käesolevale lepingule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D05472" w:rsidRPr="00D70CA0" w:rsidRDefault="00D0547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D05472" w:rsidRPr="00D70CA0" w:rsidRDefault="00D9123B" w:rsidP="00106AA2">
      <w:pPr>
        <w:pStyle w:val="PlainText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sz w:val="24"/>
          <w:szCs w:val="24"/>
        </w:rPr>
        <w:t>4</w:t>
      </w:r>
      <w:r w:rsidR="00D05472" w:rsidRPr="00D70CA0">
        <w:rPr>
          <w:rFonts w:ascii="Times New Roman" w:eastAsia="MS Mincho" w:hAnsi="Times New Roman" w:cs="Times New Roman"/>
          <w:b/>
          <w:sz w:val="24"/>
          <w:szCs w:val="24"/>
        </w:rPr>
        <w:t>. Muud tingimused</w:t>
      </w:r>
    </w:p>
    <w:p w:rsidR="0044510F" w:rsidRPr="00D70CA0" w:rsidRDefault="00D9123B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1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 xml:space="preserve">on kohustatud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>r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iigimetsa kavandatavad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ning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sõlmimise ajal olemasolevad 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jahindusrajatised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ning nende asukohad 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(soolakud, ulukite söötmiskohad, maapinnaga püsivalt ühendatud jahikantslid ja kõ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 xml:space="preserve">rgistmed) 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kooskõlasta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>m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a 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RMK-ga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4510F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="0044510F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 xml:space="preserve">RMK-l on õigus nõuda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kasutajalt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>amortiseerunud või ebaseadusliku jahindusrajatise likvideerimist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, samuti metsakasvatuslikest või looduskaitselistest piirangutest tulenevalt jahindusrajatiste teisaldamist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 xml:space="preserve"> RMK poolt antud mõistliku tähtaja jooksul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9A767A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9A767A"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105F0E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Käesoleva </w:t>
      </w:r>
      <w:r w:rsidR="00FD3512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>lõp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pemisel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või ülesütlemisel on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kasutajal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 õigus enda</w:t>
      </w:r>
      <w:r w:rsidR="00FD3512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 xml:space="preserve">püstitatud jahindusrajatised teisaldada või lammutada käesoleva </w:t>
      </w:r>
      <w:r w:rsidR="00FD3512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041896" w:rsidRPr="00D70CA0">
        <w:rPr>
          <w:rFonts w:ascii="Times New Roman" w:eastAsia="MS Mincho" w:hAnsi="Times New Roman" w:cs="Times New Roman"/>
          <w:sz w:val="24"/>
          <w:szCs w:val="24"/>
        </w:rPr>
        <w:t>kehtivuse viimaseks päevaks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2C672D" w:rsidRPr="00D70CA0" w:rsidRDefault="00504F0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4.4.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936864" w:rsidRPr="00D70CA0">
        <w:rPr>
          <w:rFonts w:ascii="Times New Roman" w:eastAsia="MS Mincho" w:hAnsi="Times New Roman" w:cs="Times New Roman"/>
          <w:sz w:val="24"/>
          <w:szCs w:val="24"/>
        </w:rPr>
        <w:t>võib taotleda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C7435" w:rsidRPr="00D70CA0">
        <w:rPr>
          <w:rFonts w:ascii="Times New Roman" w:eastAsia="MS Mincho" w:hAnsi="Times New Roman" w:cs="Times New Roman"/>
          <w:sz w:val="24"/>
          <w:szCs w:val="24"/>
        </w:rPr>
        <w:t xml:space="preserve">RMK-lt </w:t>
      </w:r>
      <w:r w:rsidR="00936864" w:rsidRPr="00D70CA0">
        <w:rPr>
          <w:rFonts w:ascii="Times New Roman" w:eastAsia="MS Mincho" w:hAnsi="Times New Roman" w:cs="Times New Roman"/>
          <w:sz w:val="24"/>
          <w:szCs w:val="24"/>
        </w:rPr>
        <w:t xml:space="preserve">ulukihoolde eesmärgil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luba </w:t>
      </w:r>
      <w:r w:rsidR="00560C1A" w:rsidRPr="00D70CA0">
        <w:rPr>
          <w:rFonts w:ascii="Times New Roman" w:eastAsia="MS Mincho" w:hAnsi="Times New Roman" w:cs="Times New Roman"/>
          <w:sz w:val="24"/>
          <w:szCs w:val="24"/>
        </w:rPr>
        <w:t xml:space="preserve">üksikute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puude </w:t>
      </w:r>
      <w:r w:rsidR="00334D00" w:rsidRPr="00D70CA0">
        <w:rPr>
          <w:rFonts w:ascii="Times New Roman" w:eastAsia="MS Mincho" w:hAnsi="Times New Roman" w:cs="Times New Roman"/>
          <w:sz w:val="24"/>
          <w:szCs w:val="24"/>
        </w:rPr>
        <w:t>(haabade) langetamiseks.</w:t>
      </w:r>
      <w:r w:rsidR="00560C1A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9D79DC">
        <w:rPr>
          <w:rFonts w:ascii="Times New Roman" w:eastAsia="MS Mincho" w:hAnsi="Times New Roman" w:cs="Times New Roman"/>
          <w:sz w:val="24"/>
          <w:szCs w:val="24"/>
        </w:rPr>
        <w:t>J</w:t>
      </w:r>
      <w:r w:rsidR="009D79DC" w:rsidRPr="00DE6817">
        <w:rPr>
          <w:rFonts w:ascii="Times New Roman" w:eastAsia="MS Mincho" w:hAnsi="Times New Roman" w:cs="Times New Roman"/>
          <w:sz w:val="24"/>
          <w:szCs w:val="24"/>
        </w:rPr>
        <w:t xml:space="preserve">ahipiirkonna kasutaja poolt </w:t>
      </w:r>
      <w:r w:rsidR="009D79DC">
        <w:rPr>
          <w:rFonts w:ascii="Times New Roman" w:eastAsia="MS Mincho" w:hAnsi="Times New Roman" w:cs="Times New Roman"/>
          <w:sz w:val="24"/>
          <w:szCs w:val="24"/>
        </w:rPr>
        <w:t>u</w:t>
      </w:r>
      <w:r w:rsidR="00560C1A" w:rsidRPr="00DE6817">
        <w:rPr>
          <w:rFonts w:ascii="Times New Roman" w:eastAsia="MS Mincho" w:hAnsi="Times New Roman" w:cs="Times New Roman"/>
          <w:sz w:val="24"/>
          <w:szCs w:val="24"/>
        </w:rPr>
        <w:t>lukikahjustusi ennetava</w:t>
      </w:r>
      <w:r w:rsidR="00BF5F98" w:rsidRPr="00DE6817">
        <w:rPr>
          <w:rFonts w:ascii="Times New Roman" w:eastAsia="MS Mincho" w:hAnsi="Times New Roman" w:cs="Times New Roman"/>
          <w:sz w:val="24"/>
          <w:szCs w:val="24"/>
        </w:rPr>
        <w:t>te</w:t>
      </w:r>
      <w:r w:rsidR="00560C1A" w:rsidRPr="00DE6817">
        <w:rPr>
          <w:rFonts w:ascii="Times New Roman" w:eastAsia="MS Mincho" w:hAnsi="Times New Roman" w:cs="Times New Roman"/>
          <w:sz w:val="24"/>
          <w:szCs w:val="24"/>
        </w:rPr>
        <w:t xml:space="preserve"> muude meetmete (</w:t>
      </w:r>
      <w:proofErr w:type="spellStart"/>
      <w:r w:rsidR="00560C1A" w:rsidRPr="00DE6817">
        <w:rPr>
          <w:rFonts w:ascii="Times New Roman" w:eastAsia="MS Mincho" w:hAnsi="Times New Roman" w:cs="Times New Roman"/>
          <w:sz w:val="24"/>
          <w:szCs w:val="24"/>
        </w:rPr>
        <w:t>repellendid</w:t>
      </w:r>
      <w:proofErr w:type="spellEnd"/>
      <w:r w:rsidR="00560C1A" w:rsidRPr="00DE6817">
        <w:rPr>
          <w:rFonts w:ascii="Times New Roman" w:eastAsia="MS Mincho" w:hAnsi="Times New Roman" w:cs="Times New Roman"/>
          <w:sz w:val="24"/>
          <w:szCs w:val="24"/>
        </w:rPr>
        <w:t>) rakendami</w:t>
      </w:r>
      <w:r w:rsidR="009D79DC">
        <w:rPr>
          <w:rFonts w:ascii="Times New Roman" w:eastAsia="MS Mincho" w:hAnsi="Times New Roman" w:cs="Times New Roman"/>
          <w:sz w:val="24"/>
          <w:szCs w:val="24"/>
        </w:rPr>
        <w:t>s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>e</w:t>
      </w:r>
      <w:r w:rsidR="009D79DC">
        <w:rPr>
          <w:rFonts w:ascii="Times New Roman" w:eastAsia="MS Mincho" w:hAnsi="Times New Roman" w:cs="Times New Roman"/>
          <w:sz w:val="24"/>
          <w:szCs w:val="24"/>
        </w:rPr>
        <w:t xml:space="preserve"> ettepanekud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DE1286" w:rsidRPr="00DE6817">
        <w:rPr>
          <w:rFonts w:ascii="Times New Roman" w:eastAsia="MS Mincho" w:hAnsi="Times New Roman" w:cs="Times New Roman"/>
          <w:sz w:val="24"/>
          <w:szCs w:val="24"/>
        </w:rPr>
        <w:t xml:space="preserve">kooskõlastatakse </w:t>
      </w:r>
      <w:r w:rsidR="009D79DC">
        <w:rPr>
          <w:rFonts w:ascii="Times New Roman" w:eastAsia="MS Mincho" w:hAnsi="Times New Roman" w:cs="Times New Roman"/>
          <w:sz w:val="24"/>
          <w:szCs w:val="24"/>
        </w:rPr>
        <w:t>RMK-ga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 xml:space="preserve">, arvestades RMK poolt </w:t>
      </w:r>
      <w:r w:rsidR="009D79DC">
        <w:rPr>
          <w:rFonts w:ascii="Times New Roman" w:eastAsia="MS Mincho" w:hAnsi="Times New Roman" w:cs="Times New Roman"/>
          <w:sz w:val="24"/>
          <w:szCs w:val="24"/>
        </w:rPr>
        <w:t xml:space="preserve">selleks </w:t>
      </w:r>
      <w:r w:rsidR="00334D00" w:rsidRPr="00DE6817">
        <w:rPr>
          <w:rFonts w:ascii="Times New Roman" w:eastAsia="MS Mincho" w:hAnsi="Times New Roman" w:cs="Times New Roman"/>
          <w:sz w:val="24"/>
          <w:szCs w:val="24"/>
        </w:rPr>
        <w:t>kavandatud kulusid</w:t>
      </w:r>
      <w:r w:rsidR="008C32B7" w:rsidRPr="00DE6817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936864" w:rsidRPr="00D70CA0" w:rsidRDefault="00936864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4.5.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504F02" w:rsidRPr="00D70CA0">
        <w:rPr>
          <w:rFonts w:ascii="Times New Roman" w:eastAsia="MS Mincho" w:hAnsi="Times New Roman" w:cs="Times New Roman"/>
          <w:sz w:val="24"/>
          <w:szCs w:val="24"/>
        </w:rPr>
        <w:t xml:space="preserve"> võib taotleda RMK-lt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4A0643" w:rsidRPr="00D70CA0">
        <w:rPr>
          <w:rFonts w:ascii="Times New Roman" w:eastAsia="MS Mincho" w:hAnsi="Times New Roman" w:cs="Times New Roman"/>
          <w:sz w:val="24"/>
          <w:szCs w:val="24"/>
        </w:rPr>
        <w:t>läbirääkimistega pakkumi</w:t>
      </w:r>
      <w:r w:rsidR="00276C0E" w:rsidRPr="00D70CA0">
        <w:rPr>
          <w:rFonts w:ascii="Times New Roman" w:eastAsia="MS Mincho" w:hAnsi="Times New Roman" w:cs="Times New Roman"/>
          <w:sz w:val="24"/>
          <w:szCs w:val="24"/>
        </w:rPr>
        <w:t xml:space="preserve">se korraldamist 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>ulukihooldeks sobilike põllumaade rendilevõtmis</w:t>
      </w:r>
      <w:r w:rsidR="00276C0E" w:rsidRPr="00D70CA0">
        <w:rPr>
          <w:rFonts w:ascii="Times New Roman" w:eastAsia="MS Mincho" w:hAnsi="Times New Roman" w:cs="Times New Roman"/>
          <w:sz w:val="24"/>
          <w:szCs w:val="24"/>
        </w:rPr>
        <w:t>eks</w:t>
      </w:r>
      <w:r w:rsidR="000C3A6C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936864" w:rsidRPr="00D70CA0" w:rsidRDefault="00936864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5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. Teavitamiskohustus</w:t>
      </w:r>
    </w:p>
    <w:p w:rsidR="00A06FA1" w:rsidRPr="00D70CA0" w:rsidRDefault="00E46C1F" w:rsidP="00106AA2">
      <w:pPr>
        <w:pStyle w:val="PlainText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5.1. RMK 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teavitab </w:t>
      </w:r>
      <w:r w:rsidR="009E5B6D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eelnevalt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>e-posti teel jahipiirkonna kasutajat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r w:rsidR="00592C36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RMK poolt 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korraldatavatest üritustest </w:t>
      </w:r>
      <w:r w:rsidR="008162B9" w:rsidRPr="00D70CA0">
        <w:rPr>
          <w:rFonts w:ascii="Times New Roman" w:eastAsia="MS Mincho" w:hAnsi="Times New Roman" w:cs="Times New Roman"/>
          <w:bCs/>
          <w:sz w:val="24"/>
          <w:szCs w:val="24"/>
        </w:rPr>
        <w:t>riigimetsas (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>õppepäev</w:t>
      </w:r>
      <w:r w:rsidR="008162B9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, 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>-matk, pu</w:t>
      </w:r>
      <w:r w:rsidR="00F378F3" w:rsidRPr="00D70CA0">
        <w:rPr>
          <w:rFonts w:ascii="Times New Roman" w:eastAsia="MS Mincho" w:hAnsi="Times New Roman" w:cs="Times New Roman"/>
          <w:bCs/>
          <w:sz w:val="24"/>
          <w:szCs w:val="24"/>
        </w:rPr>
        <w:t>hkekoha kasutus jms), mis võib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takistada </w:t>
      </w:r>
      <w:r w:rsidR="00F378F3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või välistada sel ajaperioodil </w:t>
      </w:r>
      <w:r w:rsidR="00F74F8B" w:rsidRPr="00D70CA0">
        <w:rPr>
          <w:rFonts w:ascii="Times New Roman" w:eastAsia="MS Mincho" w:hAnsi="Times New Roman" w:cs="Times New Roman"/>
          <w:bCs/>
          <w:sz w:val="24"/>
          <w:szCs w:val="24"/>
        </w:rPr>
        <w:t>antud kohas jahipidamist</w:t>
      </w:r>
      <w:r w:rsidR="008C32B7" w:rsidRPr="00D70CA0">
        <w:rPr>
          <w:rFonts w:ascii="Times New Roman" w:eastAsia="MS Mincho" w:hAnsi="Times New Roman" w:cs="Times New Roman"/>
          <w:bCs/>
          <w:sz w:val="24"/>
          <w:szCs w:val="24"/>
        </w:rPr>
        <w:t>.</w:t>
      </w:r>
    </w:p>
    <w:p w:rsidR="00F378F3" w:rsidRPr="00D70CA0" w:rsidRDefault="00F378F3" w:rsidP="00106AA2">
      <w:pPr>
        <w:pStyle w:val="PlainText"/>
        <w:jc w:val="both"/>
        <w:rPr>
          <w:rFonts w:ascii="Times New Roman" w:eastAsia="MS Mincho" w:hAnsi="Times New Roman" w:cs="Times New Roman"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5.2.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>Jahipiirkonna kasutaja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teavitab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eelnevalt 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>e-posti teel RMK-d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eelolevast suurest ajujahist, mis võib </w:t>
      </w:r>
      <w:r w:rsidR="00BA722F" w:rsidRPr="00D70CA0">
        <w:rPr>
          <w:rFonts w:ascii="Times New Roman" w:eastAsia="MS Mincho" w:hAnsi="Times New Roman" w:cs="Times New Roman"/>
          <w:bCs/>
          <w:sz w:val="24"/>
          <w:szCs w:val="24"/>
        </w:rPr>
        <w:t>jahipiirkonna kasutaja</w:t>
      </w:r>
      <w:r w:rsidR="00E21210"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hinnangul 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>tekitada ohuolukordi tavapärase</w:t>
      </w:r>
      <w:r w:rsidR="00F20FF7" w:rsidRPr="00D70CA0">
        <w:rPr>
          <w:rFonts w:ascii="Times New Roman" w:eastAsia="MS Mincho" w:hAnsi="Times New Roman" w:cs="Times New Roman"/>
          <w:bCs/>
          <w:sz w:val="24"/>
          <w:szCs w:val="24"/>
        </w:rPr>
        <w:t>l</w:t>
      </w:r>
      <w:r w:rsidRPr="00D70CA0">
        <w:rPr>
          <w:rFonts w:ascii="Times New Roman" w:eastAsia="MS Mincho" w:hAnsi="Times New Roman" w:cs="Times New Roman"/>
          <w:bCs/>
          <w:sz w:val="24"/>
          <w:szCs w:val="24"/>
        </w:rPr>
        <w:t xml:space="preserve"> riigimetsa kasutusel</w:t>
      </w:r>
      <w:r w:rsidR="008C32B7" w:rsidRPr="00D70CA0">
        <w:rPr>
          <w:rFonts w:ascii="Times New Roman" w:eastAsia="MS Mincho" w:hAnsi="Times New Roman" w:cs="Times New Roman"/>
          <w:bCs/>
          <w:sz w:val="24"/>
          <w:szCs w:val="24"/>
        </w:rPr>
        <w:t>.</w:t>
      </w:r>
    </w:p>
    <w:p w:rsidR="00310F59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5D5960" w:rsidRPr="00D70CA0">
        <w:rPr>
          <w:rFonts w:ascii="Times New Roman" w:eastAsia="MS Mincho" w:hAnsi="Times New Roman" w:cs="Times New Roman"/>
          <w:sz w:val="24"/>
          <w:szCs w:val="24"/>
        </w:rPr>
        <w:t>.3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EB3EE4" w:rsidRPr="00D70CA0">
        <w:rPr>
          <w:rFonts w:ascii="Times New Roman" w:eastAsia="MS Mincho" w:hAnsi="Times New Roman" w:cs="Times New Roman"/>
          <w:sz w:val="24"/>
          <w:szCs w:val="24"/>
        </w:rPr>
        <w:t xml:space="preserve">RMK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esitab </w:t>
      </w:r>
      <w:r w:rsidR="002B681F" w:rsidRPr="00D70CA0">
        <w:rPr>
          <w:rFonts w:ascii="Times New Roman" w:eastAsia="MS Mincho" w:hAnsi="Times New Roman" w:cs="Times New Roman"/>
          <w:sz w:val="24"/>
          <w:szCs w:val="24"/>
        </w:rPr>
        <w:t xml:space="preserve">e-posti teel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kasutajale: </w:t>
      </w:r>
    </w:p>
    <w:p w:rsidR="00EB3EE4" w:rsidRPr="00D70CA0" w:rsidRDefault="005E684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AF1753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DC7FE5" w:rsidRPr="00D70CA0">
        <w:rPr>
          <w:rFonts w:ascii="Times New Roman" w:eastAsia="MS Mincho" w:hAnsi="Times New Roman" w:cs="Times New Roman"/>
          <w:sz w:val="24"/>
          <w:szCs w:val="24"/>
        </w:rPr>
        <w:t>3</w:t>
      </w:r>
      <w:r w:rsidR="00310F59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1</w:t>
      </w:r>
      <w:r w:rsidR="00AF1753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1.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märtsiks </w:t>
      </w:r>
      <w:r w:rsidR="00DC7FE5" w:rsidRPr="00D70CA0">
        <w:rPr>
          <w:rFonts w:ascii="Times New Roman" w:eastAsia="MS Mincho" w:hAnsi="Times New Roman" w:cs="Times New Roman"/>
          <w:sz w:val="24"/>
          <w:szCs w:val="24"/>
        </w:rPr>
        <w:t>puistute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, </w:t>
      </w:r>
      <w:r w:rsidR="00310F59" w:rsidRPr="00D70CA0">
        <w:rPr>
          <w:rFonts w:ascii="Times New Roman" w:eastAsia="MS Mincho" w:hAnsi="Times New Roman" w:cs="Times New Roman"/>
          <w:sz w:val="24"/>
          <w:szCs w:val="24"/>
        </w:rPr>
        <w:t>kus on tekkinud</w:t>
      </w:r>
      <w:r w:rsidR="00F45F15" w:rsidRPr="00D70CA0">
        <w:rPr>
          <w:rFonts w:ascii="Times New Roman" w:eastAsia="MS Mincho" w:hAnsi="Times New Roman" w:cs="Times New Roman"/>
          <w:sz w:val="24"/>
          <w:szCs w:val="24"/>
        </w:rPr>
        <w:t xml:space="preserve"> või võivad tekkida</w:t>
      </w:r>
      <w:r w:rsidR="00310F59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DC7FE5" w:rsidRPr="00D70CA0">
        <w:rPr>
          <w:rFonts w:ascii="Times New Roman" w:eastAsia="MS Mincho" w:hAnsi="Times New Roman" w:cs="Times New Roman"/>
          <w:sz w:val="24"/>
          <w:szCs w:val="24"/>
        </w:rPr>
        <w:t>olulised</w:t>
      </w:r>
      <w:r w:rsidR="00F45F15" w:rsidRPr="00D70CA0">
        <w:rPr>
          <w:rFonts w:ascii="Times New Roman" w:eastAsia="MS Mincho" w:hAnsi="Times New Roman" w:cs="Times New Roman"/>
          <w:sz w:val="24"/>
          <w:szCs w:val="24"/>
        </w:rPr>
        <w:t xml:space="preserve"> ulukikahjustused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, nimekirja (kvartal, eraldus, kahjustaja jm andmed);</w:t>
      </w:r>
    </w:p>
    <w:p w:rsidR="000E38C2" w:rsidRPr="00D70CA0" w:rsidRDefault="004944B7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5.3.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2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>jooksvalt info kobraste poolt tekitatud uute üleujutusalade kohta ning korralduse nende likvideerimiseks</w:t>
      </w:r>
      <w:r w:rsidR="00FA5F73" w:rsidRPr="00D70CA0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A21650" w:rsidRPr="00D70CA0" w:rsidRDefault="00A21650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5.3.3. jahipiirkonna nõudel </w:t>
      </w:r>
      <w:r w:rsidR="00FA5F73" w:rsidRPr="00D70CA0">
        <w:rPr>
          <w:rFonts w:ascii="Times New Roman" w:eastAsia="MS Mincho" w:hAnsi="Times New Roman" w:cs="Times New Roman"/>
          <w:sz w:val="24"/>
          <w:szCs w:val="24"/>
        </w:rPr>
        <w:t>1.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FA5F73" w:rsidRPr="00D70CA0">
        <w:rPr>
          <w:rFonts w:ascii="Times New Roman" w:eastAsia="MS Mincho" w:hAnsi="Times New Roman" w:cs="Times New Roman"/>
          <w:sz w:val="24"/>
          <w:szCs w:val="24"/>
        </w:rPr>
        <w:t>maiks jooksva aasta metsakultuuride rajamise plaani jahipiirkonnas.</w:t>
      </w:r>
    </w:p>
    <w:p w:rsidR="00F45F15" w:rsidRPr="00D70CA0" w:rsidRDefault="00F45F15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5.4. RMK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poolt </w:t>
      </w:r>
      <w:r w:rsidR="00826191" w:rsidRPr="00D70CA0">
        <w:rPr>
          <w:rFonts w:ascii="Times New Roman" w:eastAsia="MS Mincho" w:hAnsi="Times New Roman" w:cs="Times New Roman"/>
          <w:sz w:val="24"/>
          <w:szCs w:val="24"/>
        </w:rPr>
        <w:t>raie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tööde </w:t>
      </w:r>
      <w:r w:rsidR="00CB6E02" w:rsidRPr="00D70CA0">
        <w:rPr>
          <w:rFonts w:ascii="Times New Roman" w:eastAsia="MS Mincho" w:hAnsi="Times New Roman" w:cs="Times New Roman"/>
          <w:sz w:val="24"/>
          <w:szCs w:val="24"/>
        </w:rPr>
        <w:t xml:space="preserve">läbiviimiseks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esitatud metsateatised </w:t>
      </w:r>
      <w:r w:rsidR="000E38C2" w:rsidRPr="00D70CA0">
        <w:rPr>
          <w:rFonts w:ascii="Times New Roman" w:eastAsia="MS Mincho" w:hAnsi="Times New Roman" w:cs="Times New Roman"/>
          <w:sz w:val="24"/>
          <w:szCs w:val="24"/>
        </w:rPr>
        <w:t xml:space="preserve">eraldiste lõikes </w:t>
      </w:r>
      <w:r w:rsidR="00236E47" w:rsidRPr="00D70CA0">
        <w:rPr>
          <w:rFonts w:ascii="Times New Roman" w:eastAsia="MS Mincho" w:hAnsi="Times New Roman" w:cs="Times New Roman"/>
          <w:sz w:val="24"/>
          <w:szCs w:val="24"/>
        </w:rPr>
        <w:t xml:space="preserve">on leitavad </w:t>
      </w:r>
      <w:r w:rsidR="000E38C2" w:rsidRPr="00D70CA0">
        <w:rPr>
          <w:rFonts w:ascii="Times New Roman" w:eastAsia="MS Mincho" w:hAnsi="Times New Roman" w:cs="Times New Roman"/>
          <w:sz w:val="24"/>
          <w:szCs w:val="24"/>
        </w:rPr>
        <w:t>avalikust metsaregistrist</w:t>
      </w:r>
      <w:r w:rsidR="008C32B7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236E47" w:rsidRPr="00D70CA0" w:rsidRDefault="00F73CE8" w:rsidP="00760C7D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5.5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 xml:space="preserve"> esitab RMK-le:</w:t>
      </w:r>
    </w:p>
    <w:p w:rsidR="00A761F0" w:rsidRPr="00D70CA0" w:rsidRDefault="00F73CE8" w:rsidP="00760C7D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5.5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 xml:space="preserve">.1. 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>kooskõlastamisek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 xml:space="preserve">s uute </w:t>
      </w:r>
      <w:r w:rsidR="00FE1CE5" w:rsidRPr="00D70CA0">
        <w:rPr>
          <w:rFonts w:ascii="Times New Roman" w:eastAsia="MS Mincho" w:hAnsi="Times New Roman" w:cs="Times New Roman"/>
          <w:sz w:val="24"/>
          <w:szCs w:val="24"/>
        </w:rPr>
        <w:t xml:space="preserve">planeeritavate 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>jahindusrajatiste asukohad;</w:t>
      </w:r>
    </w:p>
    <w:p w:rsidR="004944B7" w:rsidRPr="00D70CA0" w:rsidRDefault="00F73CE8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5.5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>.2. teatised</w:t>
      </w:r>
      <w:r w:rsidR="00A761F0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60C7D" w:rsidRPr="00D70CA0">
        <w:rPr>
          <w:rFonts w:ascii="Times New Roman" w:eastAsia="MS Mincho" w:hAnsi="Times New Roman" w:cs="Times New Roman"/>
          <w:sz w:val="24"/>
          <w:szCs w:val="24"/>
        </w:rPr>
        <w:t>üleujutusalade või oluliste ulukikahjude likvideerimisest</w:t>
      </w:r>
      <w:r w:rsidR="00BD69CC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0C3A6C" w:rsidRDefault="000C3A6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8E7E0C" w:rsidRPr="00D70CA0" w:rsidRDefault="008E7E0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lastRenderedPageBreak/>
        <w:t>6</w:t>
      </w:r>
      <w:r w:rsidR="0047709B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. </w:t>
      </w: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Lepingu 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kehtivus</w:t>
      </w:r>
    </w:p>
    <w:p w:rsidR="00AF3B0C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47709B" w:rsidRPr="00D70CA0">
        <w:rPr>
          <w:rFonts w:ascii="Times New Roman" w:eastAsia="MS Mincho" w:hAnsi="Times New Roman" w:cs="Times New Roman"/>
          <w:sz w:val="24"/>
          <w:szCs w:val="24"/>
        </w:rPr>
        <w:t>.1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. Käesolev </w:t>
      </w: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leping 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jõustub selle allakirjutamisel ja 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>on sõlmitud tähtajatult</w:t>
      </w:r>
      <w:r w:rsidR="004B30E9" w:rsidRPr="00D70CA0">
        <w:rPr>
          <w:rFonts w:ascii="Times New Roman" w:eastAsia="MS Mincho" w:hAnsi="Times New Roman" w:cs="Times New Roman"/>
          <w:sz w:val="24"/>
          <w:szCs w:val="24"/>
        </w:rPr>
        <w:t xml:space="preserve"> tingimusel, et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jahipiirkonna kasutaja </w:t>
      </w:r>
      <w:r w:rsidR="004B30E9" w:rsidRPr="00D70CA0">
        <w:rPr>
          <w:rFonts w:ascii="Times New Roman" w:eastAsia="MS Mincho" w:hAnsi="Times New Roman" w:cs="Times New Roman"/>
          <w:sz w:val="24"/>
          <w:szCs w:val="24"/>
        </w:rPr>
        <w:t>omab antud jahipiirkonna kehtivat kasutusõiguse luba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2C672D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.2. RMK-l on õigus leping ühepoolselt etteteatamiseta üles öelda ja keelata jahipiirkonna jahinduslik kasutamine, kui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korduvalt rikub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lepingu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tingimusi või korduvalt ei täida RMK poolt kehtestatud juhiseid või korraldusi, mis põhjustab RMK usalduse kaotuse jahipiirkonna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kasutaja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suhtes</w:t>
      </w:r>
      <w:r w:rsidR="00916066" w:rsidRPr="00D70CA0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481E23" w:rsidRPr="00D70CA0" w:rsidRDefault="00481E23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6.3. Üle 60 päeva kehtinud jahipidamiskeeld lõpetab käesoleva lepingu erakorraliselt.</w:t>
      </w:r>
    </w:p>
    <w:p w:rsidR="002C672D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81E23" w:rsidRPr="00D70CA0">
        <w:rPr>
          <w:rFonts w:ascii="Times New Roman" w:eastAsia="MS Mincho" w:hAnsi="Times New Roman" w:cs="Times New Roman"/>
          <w:sz w:val="24"/>
          <w:szCs w:val="24"/>
        </w:rPr>
        <w:t>4</w:t>
      </w:r>
      <w:r w:rsidR="002C672D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Leping lõpeb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 jahipiirkonna kasutusõiguse loa kehtetuks tunnistami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sega. </w:t>
      </w:r>
    </w:p>
    <w:p w:rsidR="00B64D7F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81E23" w:rsidRPr="00D70CA0">
        <w:rPr>
          <w:rFonts w:ascii="Times New Roman" w:eastAsia="MS Mincho" w:hAnsi="Times New Roman" w:cs="Times New Roman"/>
          <w:sz w:val="24"/>
          <w:szCs w:val="24"/>
        </w:rPr>
        <w:t>5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. Käesoleva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lepingu 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võib 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jahipiirkonna kasutaja</w:t>
      </w:r>
      <w:r w:rsidR="00B64D7F" w:rsidRPr="00D70CA0">
        <w:rPr>
          <w:rFonts w:ascii="Times New Roman" w:eastAsia="MS Mincho" w:hAnsi="Times New Roman" w:cs="Times New Roman"/>
          <w:sz w:val="24"/>
          <w:szCs w:val="24"/>
        </w:rPr>
        <w:t xml:space="preserve"> üles öelda, teavitades sellest RMK-d kirjalikult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60 </w:t>
      </w:r>
      <w:r w:rsidR="009E5B6D" w:rsidRPr="00D70CA0">
        <w:rPr>
          <w:rFonts w:ascii="Times New Roman" w:eastAsia="MS Mincho" w:hAnsi="Times New Roman" w:cs="Times New Roman"/>
          <w:sz w:val="24"/>
          <w:szCs w:val="24"/>
        </w:rPr>
        <w:t xml:space="preserve">päeva ette. </w:t>
      </w:r>
    </w:p>
    <w:p w:rsidR="002C672D" w:rsidRPr="00D70CA0" w:rsidRDefault="00FD3512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38040F" w:rsidRPr="00D70CA0">
        <w:rPr>
          <w:rFonts w:ascii="Times New Roman" w:eastAsia="MS Mincho" w:hAnsi="Times New Roman" w:cs="Times New Roman"/>
          <w:sz w:val="24"/>
          <w:szCs w:val="24"/>
        </w:rPr>
        <w:t>.</w:t>
      </w:r>
      <w:r w:rsidR="00481E23" w:rsidRPr="00D70CA0">
        <w:rPr>
          <w:rFonts w:ascii="Times New Roman" w:eastAsia="MS Mincho" w:hAnsi="Times New Roman" w:cs="Times New Roman"/>
          <w:sz w:val="24"/>
          <w:szCs w:val="24"/>
        </w:rPr>
        <w:t>6</w:t>
      </w:r>
      <w:r w:rsidR="0038040F" w:rsidRPr="00D70CA0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Leping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>u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muudatused jõustuva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d, kui need on alla kirjutatud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oolte poolt. </w:t>
      </w:r>
    </w:p>
    <w:p w:rsidR="00B83C49" w:rsidRPr="00D70CA0" w:rsidRDefault="00B83C49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7</w:t>
      </w:r>
      <w:r w:rsidR="002C672D" w:rsidRPr="00D70CA0">
        <w:rPr>
          <w:rFonts w:ascii="Times New Roman" w:eastAsia="MS Mincho" w:hAnsi="Times New Roman" w:cs="Times New Roman"/>
          <w:b/>
          <w:bCs/>
          <w:sz w:val="24"/>
          <w:szCs w:val="24"/>
        </w:rPr>
        <w:t>. Lõppsätted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.1. Poolte vahel vastavalt õigusaktidele või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lepingule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edastatavad korraldused või teated tuleb edastada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 xml:space="preserve">lepingus 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näidatud kontaktandmetel. Kontaktandmete muutumise korral loetakse korraldused või teated edastatuks ka juhul, kui need on edastatud kontaktandmetel, mis on näidatud </w:t>
      </w:r>
      <w:r w:rsidR="00B83C49" w:rsidRPr="00D70CA0">
        <w:rPr>
          <w:rFonts w:ascii="Times New Roman" w:eastAsia="MS Mincho" w:hAnsi="Times New Roman" w:cs="Times New Roman"/>
          <w:sz w:val="24"/>
          <w:szCs w:val="24"/>
        </w:rPr>
        <w:t>lepingus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, kui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 ei ol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e teist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oolt teavitanud kirjalikult oma kontaktandmete muutumisest.</w:t>
      </w:r>
    </w:p>
    <w:p w:rsidR="00AF3B0C" w:rsidRPr="00D70CA0" w:rsidRDefault="00AF3B0C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Poolte volitatud esindajad käesoleva kokkuleppe täitmisel: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.1.1. RMK esindaja:</w:t>
      </w:r>
      <w:r w:rsidR="00CC29F7" w:rsidRPr="00D70CA0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C4C5A">
        <w:rPr>
          <w:rFonts w:ascii="Times New Roman" w:eastAsia="MS Mincho" w:hAnsi="Times New Roman" w:cs="Times New Roman"/>
          <w:sz w:val="24"/>
          <w:szCs w:val="24"/>
        </w:rPr>
        <w:t xml:space="preserve">Põlvamaa </w:t>
      </w:r>
      <w:r w:rsidR="00CC29F7" w:rsidRPr="00D70CA0">
        <w:rPr>
          <w:rFonts w:ascii="Times New Roman" w:eastAsia="MS Mincho" w:hAnsi="Times New Roman" w:cs="Times New Roman"/>
          <w:sz w:val="24"/>
          <w:szCs w:val="24"/>
        </w:rPr>
        <w:t>metsaülem</w:t>
      </w:r>
      <w:r w:rsidR="007C4C5A">
        <w:rPr>
          <w:rFonts w:ascii="Times New Roman" w:eastAsia="MS Mincho" w:hAnsi="Times New Roman" w:cs="Times New Roman"/>
          <w:sz w:val="24"/>
          <w:szCs w:val="24"/>
        </w:rPr>
        <w:t xml:space="preserve"> Andres Sepp, </w:t>
      </w:r>
      <w:hyperlink r:id="rId8" w:history="1">
        <w:r w:rsidR="007C4C5A" w:rsidRPr="008C01D9">
          <w:rPr>
            <w:rStyle w:val="Hyperlink"/>
            <w:rFonts w:ascii="Times New Roman" w:eastAsia="MS Mincho" w:hAnsi="Times New Roman" w:cs="Times New Roman"/>
            <w:sz w:val="24"/>
            <w:szCs w:val="24"/>
          </w:rPr>
          <w:t>andres.sepp@rmk.ee</w:t>
        </w:r>
      </w:hyperlink>
      <w:r w:rsidR="007C4C5A">
        <w:rPr>
          <w:rFonts w:ascii="Times New Roman" w:eastAsia="MS Mincho" w:hAnsi="Times New Roman" w:cs="Times New Roman"/>
          <w:sz w:val="24"/>
          <w:szCs w:val="24"/>
        </w:rPr>
        <w:t>, telefon 505 5932.</w:t>
      </w:r>
    </w:p>
    <w:p w:rsidR="002C672D" w:rsidRPr="00B85B41" w:rsidRDefault="00FD3512" w:rsidP="00B85B41">
      <w:pPr>
        <w:jc w:val="both"/>
      </w:pPr>
      <w:r w:rsidRPr="00D70CA0">
        <w:rPr>
          <w:rFonts w:eastAsia="MS Mincho"/>
        </w:rPr>
        <w:t>7</w:t>
      </w:r>
      <w:r w:rsidR="00AF3B0C" w:rsidRPr="00D70CA0">
        <w:rPr>
          <w:rFonts w:eastAsia="MS Mincho"/>
        </w:rPr>
        <w:t>.1</w:t>
      </w:r>
      <w:r w:rsidR="00B83C49" w:rsidRPr="00D70CA0">
        <w:rPr>
          <w:rFonts w:eastAsia="MS Mincho"/>
        </w:rPr>
        <w:t>.</w:t>
      </w:r>
      <w:r w:rsidR="00AF3B0C" w:rsidRPr="00D70CA0">
        <w:rPr>
          <w:rFonts w:eastAsia="MS Mincho"/>
        </w:rPr>
        <w:t xml:space="preserve">2. </w:t>
      </w:r>
      <w:r w:rsidR="00BA722F" w:rsidRPr="00D70CA0">
        <w:rPr>
          <w:rFonts w:eastAsia="MS Mincho"/>
        </w:rPr>
        <w:t>Jahipiirkonna kasutaja</w:t>
      </w:r>
      <w:r w:rsidR="00AF3B0C" w:rsidRPr="00D70CA0">
        <w:rPr>
          <w:rFonts w:eastAsia="MS Mincho"/>
        </w:rPr>
        <w:t xml:space="preserve"> esindaja</w:t>
      </w:r>
      <w:r w:rsidR="008C32B7" w:rsidRPr="00D70CA0">
        <w:rPr>
          <w:rFonts w:eastAsia="MS Mincho"/>
        </w:rPr>
        <w:t>:</w:t>
      </w:r>
      <w:r w:rsidR="007C4C5A">
        <w:rPr>
          <w:rFonts w:eastAsia="MS Mincho"/>
        </w:rPr>
        <w:t xml:space="preserve"> </w:t>
      </w:r>
      <w:r w:rsidR="00822877">
        <w:t xml:space="preserve">Mäe jahtkonna esimees Aare </w:t>
      </w:r>
      <w:proofErr w:type="spellStart"/>
      <w:r w:rsidR="00822877">
        <w:t>Poolak</w:t>
      </w:r>
      <w:proofErr w:type="spellEnd"/>
      <w:r w:rsidR="00822877">
        <w:t xml:space="preserve">, e-post </w:t>
      </w:r>
      <w:hyperlink r:id="rId9" w:history="1">
        <w:r w:rsidR="00822877" w:rsidRPr="004F306B">
          <w:rPr>
            <w:rStyle w:val="Hyperlink"/>
            <w:lang w:eastAsia="hi-IN" w:bidi="hi-IN"/>
          </w:rPr>
          <w:t>aare8@hot.ee</w:t>
        </w:r>
      </w:hyperlink>
      <w:r w:rsidR="00822877">
        <w:t>, tel. 5205504</w:t>
      </w:r>
      <w:bookmarkStart w:id="0" w:name="_GoBack"/>
      <w:bookmarkEnd w:id="0"/>
      <w:r w:rsidR="007C4C5A">
        <w:rPr>
          <w:rFonts w:eastAsia="MS Mincho"/>
        </w:rPr>
        <w:t xml:space="preserve">. 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.2</w:t>
      </w:r>
      <w:r w:rsidR="00E35028">
        <w:rPr>
          <w:rFonts w:ascii="Times New Roman" w:eastAsia="MS Mincho" w:hAnsi="Times New Roman" w:cs="Times New Roman"/>
          <w:sz w:val="24"/>
          <w:szCs w:val="24"/>
        </w:rPr>
        <w:t>.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Kõik l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epingu muudatused jõustuvad päras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t nende allakirjutamist mõlema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oole poolt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allakirjutamise momendist või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oolte poolt kirjalikult määratud tähtajal.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.3</w:t>
      </w:r>
      <w:r w:rsidR="00E35028">
        <w:rPr>
          <w:rFonts w:ascii="Times New Roman" w:eastAsia="MS Mincho" w:hAnsi="Times New Roman" w:cs="Times New Roman"/>
          <w:sz w:val="24"/>
          <w:szCs w:val="24"/>
        </w:rPr>
        <w:t>.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 xml:space="preserve"> Lepinguga seonduvaid eria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rvamusi ja vaidlusi lahendavad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ooled eel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kõige läbirääkimiste teel. Kui l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epingust tulenevaid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 xml:space="preserve"> vaidlusi ei õnnestu lahendada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oolte läbirääkimistega, lahendatakse vaidlus kostja elu- või asukohajärgses kohtus.</w:t>
      </w:r>
    </w:p>
    <w:p w:rsidR="00AF3B0C" w:rsidRPr="00D70CA0" w:rsidRDefault="00FD3512" w:rsidP="00AF3B0C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>7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.4. Leping on sõlmitud kahes identses võrdset juriidilist jõudu omav</w:t>
      </w:r>
      <w:r w:rsidR="00BA722F" w:rsidRPr="00D70CA0">
        <w:rPr>
          <w:rFonts w:ascii="Times New Roman" w:eastAsia="MS Mincho" w:hAnsi="Times New Roman" w:cs="Times New Roman"/>
          <w:sz w:val="24"/>
          <w:szCs w:val="24"/>
        </w:rPr>
        <w:t>as eksemplaris, millest kumbki p</w:t>
      </w:r>
      <w:r w:rsidR="00AF3B0C" w:rsidRPr="00D70CA0">
        <w:rPr>
          <w:rFonts w:ascii="Times New Roman" w:eastAsia="MS Mincho" w:hAnsi="Times New Roman" w:cs="Times New Roman"/>
          <w:sz w:val="24"/>
          <w:szCs w:val="24"/>
        </w:rPr>
        <w:t>ool saab ühe eksemplari.</w:t>
      </w:r>
    </w:p>
    <w:p w:rsidR="002C672D" w:rsidRPr="00D70CA0" w:rsidRDefault="002C672D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2C672D" w:rsidRPr="00D70CA0" w:rsidRDefault="00A51858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70CA0">
        <w:rPr>
          <w:rFonts w:ascii="Times New Roman" w:eastAsia="MS Mincho" w:hAnsi="Times New Roman" w:cs="Times New Roman"/>
          <w:sz w:val="24"/>
          <w:szCs w:val="24"/>
        </w:rPr>
        <w:t xml:space="preserve">Poolte andmed ja allkirjad </w:t>
      </w:r>
    </w:p>
    <w:p w:rsidR="0019499C" w:rsidRPr="00D70CA0" w:rsidRDefault="0019499C" w:rsidP="00106AA2">
      <w:pPr>
        <w:pStyle w:val="PlainText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7C4C5A" w:rsidRDefault="007C4C5A" w:rsidP="007C4C5A">
      <w:r>
        <w:t xml:space="preserve">RMK               </w:t>
      </w:r>
      <w:r>
        <w:tab/>
      </w:r>
      <w:r>
        <w:tab/>
      </w:r>
      <w:r>
        <w:tab/>
      </w:r>
      <w:r>
        <w:tab/>
      </w:r>
      <w:r>
        <w:tab/>
        <w:t>KASUTAJA</w:t>
      </w:r>
    </w:p>
    <w:p w:rsidR="007C4C5A" w:rsidRDefault="007C4C5A" w:rsidP="007C4C5A">
      <w:r>
        <w:t>Riigimetsa Majandamise Keskus</w:t>
      </w:r>
      <w:r>
        <w:tab/>
      </w:r>
      <w:r>
        <w:tab/>
        <w:t xml:space="preserve">    </w:t>
      </w:r>
      <w:r>
        <w:tab/>
        <w:t>Põlva Jahiselts</w:t>
      </w:r>
    </w:p>
    <w:p w:rsidR="007C4C5A" w:rsidRDefault="007C4C5A" w:rsidP="007C4C5A">
      <w:r>
        <w:t xml:space="preserve">Registrikood: 70004459        </w:t>
      </w:r>
      <w:r>
        <w:tab/>
      </w:r>
      <w:r>
        <w:tab/>
      </w:r>
      <w:r>
        <w:tab/>
      </w:r>
      <w:r>
        <w:tab/>
        <w:t>Registrikood: 8008163</w:t>
      </w:r>
    </w:p>
    <w:p w:rsidR="007C4C5A" w:rsidRDefault="007C4C5A" w:rsidP="007C4C5A">
      <w:r>
        <w:t xml:space="preserve">Toompuiestee 24, Tallinn        </w:t>
      </w:r>
      <w:r>
        <w:tab/>
      </w:r>
      <w:r>
        <w:tab/>
      </w:r>
      <w:r>
        <w:tab/>
        <w:t>Ratta tee 3</w:t>
      </w:r>
    </w:p>
    <w:p w:rsidR="007C4C5A" w:rsidRDefault="007C4C5A" w:rsidP="007C4C5A">
      <w:r>
        <w:t>RMK Põlvamaa metskond</w:t>
      </w:r>
      <w:r>
        <w:tab/>
        <w:t xml:space="preserve">                        </w:t>
      </w:r>
      <w:r>
        <w:tab/>
      </w:r>
      <w:r w:rsidRPr="00084470">
        <w:t>63211 Mammaste</w:t>
      </w:r>
      <w:r>
        <w:t>, Põlvamaa</w:t>
      </w:r>
    </w:p>
    <w:p w:rsidR="007C4C5A" w:rsidRDefault="007C4C5A" w:rsidP="007C4C5A">
      <w:r>
        <w:t xml:space="preserve">Ristipalo küla, Räpina vald                           </w:t>
      </w:r>
      <w:r>
        <w:tab/>
      </w:r>
      <w:r>
        <w:tab/>
      </w:r>
      <w:r w:rsidRPr="007764F5">
        <w:t xml:space="preserve">Tel 7995391, </w:t>
      </w:r>
    </w:p>
    <w:p w:rsidR="007C4C5A" w:rsidRDefault="007C4C5A" w:rsidP="007C4C5A">
      <w:r>
        <w:t xml:space="preserve">64418 Põlvamaa      </w:t>
      </w:r>
      <w:r>
        <w:tab/>
      </w:r>
      <w:r>
        <w:tab/>
      </w:r>
      <w:r>
        <w:tab/>
      </w:r>
      <w:r>
        <w:tab/>
      </w:r>
      <w:r>
        <w:tab/>
      </w:r>
      <w:r w:rsidRPr="007764F5">
        <w:t>e-post</w:t>
      </w:r>
      <w:r>
        <w:t xml:space="preserve"> </w:t>
      </w:r>
      <w:hyperlink r:id="rId10" w:history="1">
        <w:r w:rsidRPr="008C01D9">
          <w:rPr>
            <w:rStyle w:val="Hyperlink"/>
          </w:rPr>
          <w:t>polvajahiselts@gmail.com</w:t>
        </w:r>
      </w:hyperlink>
      <w:r>
        <w:t xml:space="preserve">                                     </w:t>
      </w:r>
    </w:p>
    <w:p w:rsidR="007C4C5A" w:rsidRDefault="007C4C5A" w:rsidP="007C4C5A">
      <w:r>
        <w:t>Tel 505 5932</w:t>
      </w:r>
      <w:r>
        <w:tab/>
      </w:r>
      <w:r>
        <w:tab/>
      </w:r>
      <w:r>
        <w:tab/>
      </w:r>
      <w:r>
        <w:tab/>
        <w:t xml:space="preserve"> </w:t>
      </w:r>
    </w:p>
    <w:p w:rsidR="007C4C5A" w:rsidRDefault="007C4C5A" w:rsidP="007C4C5A">
      <w:r>
        <w:t>e-post: polvamaa@rmk.ee</w:t>
      </w:r>
      <w:r w:rsidRPr="007764F5">
        <w:t xml:space="preserve"> </w:t>
      </w:r>
    </w:p>
    <w:p w:rsidR="007C4C5A" w:rsidRDefault="007C4C5A" w:rsidP="007C4C5A"/>
    <w:p w:rsidR="007C4C5A" w:rsidRDefault="007C4C5A" w:rsidP="007C4C5A"/>
    <w:p w:rsidR="007C4C5A" w:rsidRDefault="007C4C5A" w:rsidP="007C4C5A"/>
    <w:p w:rsidR="007C4C5A" w:rsidRDefault="007C4C5A" w:rsidP="007C4C5A"/>
    <w:p w:rsidR="007C4C5A" w:rsidRDefault="007C4C5A" w:rsidP="007C4C5A">
      <w:r>
        <w:t>Poolte esindajate allkirjad:</w:t>
      </w:r>
    </w:p>
    <w:p w:rsidR="007C4C5A" w:rsidRDefault="007C4C5A" w:rsidP="007C4C5A"/>
    <w:p w:rsidR="007C4C5A" w:rsidRDefault="007C4C5A" w:rsidP="007C4C5A"/>
    <w:p w:rsidR="007C4C5A" w:rsidRPr="007764F5" w:rsidRDefault="007C4C5A" w:rsidP="007C4C5A">
      <w:pPr>
        <w:rPr>
          <w:i/>
        </w:rPr>
      </w:pPr>
      <w:r w:rsidRPr="007764F5">
        <w:rPr>
          <w:i/>
        </w:rPr>
        <w:t>/digitaa</w:t>
      </w:r>
      <w:r>
        <w:rPr>
          <w:i/>
        </w:rPr>
        <w:t>lselt allkirjastatud/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7764F5">
        <w:rPr>
          <w:i/>
        </w:rPr>
        <w:t>/digitaalselt allkirjastatud/</w:t>
      </w:r>
    </w:p>
    <w:p w:rsidR="007C4C5A" w:rsidRDefault="007C4C5A" w:rsidP="007C4C5A"/>
    <w:p w:rsidR="007C4C5A" w:rsidRDefault="007C4C5A" w:rsidP="007C4C5A"/>
    <w:p w:rsidR="007C4C5A" w:rsidRDefault="007C4C5A" w:rsidP="007C4C5A">
      <w:r>
        <w:t>Andres Sepp</w:t>
      </w:r>
      <w:r>
        <w:tab/>
      </w:r>
      <w:r>
        <w:tab/>
      </w:r>
      <w:r>
        <w:tab/>
      </w:r>
      <w:r>
        <w:tab/>
        <w:t xml:space="preserve">  </w:t>
      </w:r>
      <w:r>
        <w:tab/>
      </w:r>
      <w:r>
        <w:tab/>
        <w:t xml:space="preserve">Aare </w:t>
      </w:r>
      <w:proofErr w:type="spellStart"/>
      <w:r>
        <w:t>Veetsmann</w:t>
      </w:r>
      <w:proofErr w:type="spellEnd"/>
      <w:r>
        <w:t xml:space="preserve"> </w:t>
      </w:r>
    </w:p>
    <w:p w:rsidR="007C4C5A" w:rsidRPr="007764F5" w:rsidRDefault="007C4C5A" w:rsidP="007C4C5A">
      <w:pPr>
        <w:rPr>
          <w:iCs/>
        </w:rPr>
      </w:pPr>
      <w:r>
        <w:rPr>
          <w:iCs/>
        </w:rPr>
        <w:t>M</w:t>
      </w:r>
      <w:r w:rsidRPr="007764F5">
        <w:rPr>
          <w:iCs/>
        </w:rPr>
        <w:t xml:space="preserve">etsaülem      </w:t>
      </w:r>
      <w:r w:rsidRPr="007764F5">
        <w:rPr>
          <w:iCs/>
        </w:rPr>
        <w:tab/>
      </w:r>
      <w:r w:rsidRPr="007764F5">
        <w:rPr>
          <w:iCs/>
        </w:rPr>
        <w:tab/>
      </w:r>
      <w:r w:rsidRPr="007764F5">
        <w:rPr>
          <w:iCs/>
        </w:rPr>
        <w:tab/>
      </w:r>
      <w:r w:rsidRPr="007764F5"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Pr="007764F5">
        <w:rPr>
          <w:iCs/>
        </w:rPr>
        <w:t>Põlva Jahiseltsi juhatuse liige</w:t>
      </w:r>
    </w:p>
    <w:sectPr w:rsidR="007C4C5A" w:rsidRPr="007764F5">
      <w:headerReference w:type="even" r:id="rId11"/>
      <w:pgSz w:w="11906" w:h="16838"/>
      <w:pgMar w:top="360" w:right="1800" w:bottom="5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316" w:rsidRDefault="003A5316">
      <w:r>
        <w:separator/>
      </w:r>
    </w:p>
  </w:endnote>
  <w:endnote w:type="continuationSeparator" w:id="0">
    <w:p w:rsidR="003A5316" w:rsidRDefault="003A5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316" w:rsidRDefault="003A5316">
      <w:r>
        <w:separator/>
      </w:r>
    </w:p>
  </w:footnote>
  <w:footnote w:type="continuationSeparator" w:id="0">
    <w:p w:rsidR="003A5316" w:rsidRDefault="003A5316">
      <w:r>
        <w:continuationSeparator/>
      </w:r>
    </w:p>
  </w:footnote>
  <w:footnote w:id="1">
    <w:p w:rsidR="00670EC8" w:rsidRDefault="00670EC8">
      <w:pPr>
        <w:pStyle w:val="FootnoteText"/>
      </w:pPr>
      <w:r>
        <w:rPr>
          <w:rStyle w:val="FootnoteReference"/>
        </w:rPr>
        <w:footnoteRef/>
      </w:r>
      <w:r>
        <w:t xml:space="preserve"> Olulise ulukikahjustuse likvideerimise maksumuse hindamiseks kasutatakse RMK poolt vastavate tööde eelarvestamisel kasutatavaid normatiive (maapinna ettevalmistamise kulu, istutatavate taimede tükiarv pindalaühiku kohta, taimede maksumus, istutuskulu jmt)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349" w:rsidRDefault="0021334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3349" w:rsidRDefault="0021334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E44"/>
    <w:rsid w:val="00030BFA"/>
    <w:rsid w:val="00041896"/>
    <w:rsid w:val="00043183"/>
    <w:rsid w:val="00066691"/>
    <w:rsid w:val="00070343"/>
    <w:rsid w:val="000C3A6C"/>
    <w:rsid w:val="000D50C9"/>
    <w:rsid w:val="000E1CF4"/>
    <w:rsid w:val="000E2C49"/>
    <w:rsid w:val="000E38C2"/>
    <w:rsid w:val="00102A7B"/>
    <w:rsid w:val="00103307"/>
    <w:rsid w:val="00105DC8"/>
    <w:rsid w:val="00105F0E"/>
    <w:rsid w:val="00106AA2"/>
    <w:rsid w:val="001164D7"/>
    <w:rsid w:val="00125FDC"/>
    <w:rsid w:val="00157647"/>
    <w:rsid w:val="00163187"/>
    <w:rsid w:val="001809B9"/>
    <w:rsid w:val="00183D74"/>
    <w:rsid w:val="00192DB0"/>
    <w:rsid w:val="0019499C"/>
    <w:rsid w:val="00195DA7"/>
    <w:rsid w:val="001C0467"/>
    <w:rsid w:val="001C6666"/>
    <w:rsid w:val="001D2A36"/>
    <w:rsid w:val="001E2910"/>
    <w:rsid w:val="001E6AF0"/>
    <w:rsid w:val="001E6EDD"/>
    <w:rsid w:val="001F6A2C"/>
    <w:rsid w:val="0021144F"/>
    <w:rsid w:val="00212025"/>
    <w:rsid w:val="00213349"/>
    <w:rsid w:val="00225FEF"/>
    <w:rsid w:val="00236E47"/>
    <w:rsid w:val="0023771D"/>
    <w:rsid w:val="00244785"/>
    <w:rsid w:val="00276C0E"/>
    <w:rsid w:val="0028117D"/>
    <w:rsid w:val="00296EAC"/>
    <w:rsid w:val="002B681F"/>
    <w:rsid w:val="002C672D"/>
    <w:rsid w:val="00310F59"/>
    <w:rsid w:val="00332B1F"/>
    <w:rsid w:val="003335C6"/>
    <w:rsid w:val="00334D00"/>
    <w:rsid w:val="00336430"/>
    <w:rsid w:val="0034491C"/>
    <w:rsid w:val="00350477"/>
    <w:rsid w:val="00360434"/>
    <w:rsid w:val="00377FBB"/>
    <w:rsid w:val="0038040F"/>
    <w:rsid w:val="003814F3"/>
    <w:rsid w:val="00393762"/>
    <w:rsid w:val="003A5316"/>
    <w:rsid w:val="003A6103"/>
    <w:rsid w:val="003B2AFB"/>
    <w:rsid w:val="003B6109"/>
    <w:rsid w:val="003C3198"/>
    <w:rsid w:val="003C7AFE"/>
    <w:rsid w:val="003D5629"/>
    <w:rsid w:val="003F604E"/>
    <w:rsid w:val="003F6833"/>
    <w:rsid w:val="00421E0E"/>
    <w:rsid w:val="004263FA"/>
    <w:rsid w:val="00427241"/>
    <w:rsid w:val="004277EF"/>
    <w:rsid w:val="00437BFC"/>
    <w:rsid w:val="0044510F"/>
    <w:rsid w:val="00452CD7"/>
    <w:rsid w:val="0045349E"/>
    <w:rsid w:val="0047709B"/>
    <w:rsid w:val="00481E23"/>
    <w:rsid w:val="00483E09"/>
    <w:rsid w:val="004922A4"/>
    <w:rsid w:val="004944B7"/>
    <w:rsid w:val="004A0643"/>
    <w:rsid w:val="004A1149"/>
    <w:rsid w:val="004A5CBA"/>
    <w:rsid w:val="004B30E9"/>
    <w:rsid w:val="004C3044"/>
    <w:rsid w:val="004D0D52"/>
    <w:rsid w:val="004D4444"/>
    <w:rsid w:val="004E215D"/>
    <w:rsid w:val="004F66A1"/>
    <w:rsid w:val="00504F02"/>
    <w:rsid w:val="005107E1"/>
    <w:rsid w:val="00534E51"/>
    <w:rsid w:val="005434E7"/>
    <w:rsid w:val="00550F2D"/>
    <w:rsid w:val="0055644B"/>
    <w:rsid w:val="00560C1A"/>
    <w:rsid w:val="00564708"/>
    <w:rsid w:val="005723C7"/>
    <w:rsid w:val="00580664"/>
    <w:rsid w:val="00580F48"/>
    <w:rsid w:val="00581BD5"/>
    <w:rsid w:val="00592C36"/>
    <w:rsid w:val="005A3370"/>
    <w:rsid w:val="005D50F5"/>
    <w:rsid w:val="005D5960"/>
    <w:rsid w:val="005E6842"/>
    <w:rsid w:val="005E7A5C"/>
    <w:rsid w:val="006000B8"/>
    <w:rsid w:val="006152D1"/>
    <w:rsid w:val="006237D8"/>
    <w:rsid w:val="00635167"/>
    <w:rsid w:val="006513AC"/>
    <w:rsid w:val="006709C2"/>
    <w:rsid w:val="00670EC8"/>
    <w:rsid w:val="006732CA"/>
    <w:rsid w:val="006808D2"/>
    <w:rsid w:val="006A1220"/>
    <w:rsid w:val="006C1E53"/>
    <w:rsid w:val="006C3438"/>
    <w:rsid w:val="006C7435"/>
    <w:rsid w:val="00726795"/>
    <w:rsid w:val="0073592A"/>
    <w:rsid w:val="00741546"/>
    <w:rsid w:val="00742D8E"/>
    <w:rsid w:val="00744BB3"/>
    <w:rsid w:val="007451F1"/>
    <w:rsid w:val="007502D7"/>
    <w:rsid w:val="00760C7D"/>
    <w:rsid w:val="00763AD0"/>
    <w:rsid w:val="00772175"/>
    <w:rsid w:val="0079244B"/>
    <w:rsid w:val="007B0D47"/>
    <w:rsid w:val="007B74F2"/>
    <w:rsid w:val="007B7D9B"/>
    <w:rsid w:val="007C4C5A"/>
    <w:rsid w:val="007D501D"/>
    <w:rsid w:val="007D5B24"/>
    <w:rsid w:val="008031ED"/>
    <w:rsid w:val="00804E26"/>
    <w:rsid w:val="00806D71"/>
    <w:rsid w:val="008162B9"/>
    <w:rsid w:val="00822877"/>
    <w:rsid w:val="00826191"/>
    <w:rsid w:val="00834A99"/>
    <w:rsid w:val="00852396"/>
    <w:rsid w:val="0087331C"/>
    <w:rsid w:val="008801A0"/>
    <w:rsid w:val="008968FA"/>
    <w:rsid w:val="008A198E"/>
    <w:rsid w:val="008B0942"/>
    <w:rsid w:val="008C1A9D"/>
    <w:rsid w:val="008C32B7"/>
    <w:rsid w:val="008C47C7"/>
    <w:rsid w:val="008D3639"/>
    <w:rsid w:val="008E7E0C"/>
    <w:rsid w:val="009117B9"/>
    <w:rsid w:val="00916066"/>
    <w:rsid w:val="0092673A"/>
    <w:rsid w:val="00936864"/>
    <w:rsid w:val="009673AD"/>
    <w:rsid w:val="0097653B"/>
    <w:rsid w:val="0098073D"/>
    <w:rsid w:val="009A51F5"/>
    <w:rsid w:val="009A767A"/>
    <w:rsid w:val="009D59EE"/>
    <w:rsid w:val="009D6BC5"/>
    <w:rsid w:val="009D79DC"/>
    <w:rsid w:val="009E4D81"/>
    <w:rsid w:val="009E5B6D"/>
    <w:rsid w:val="00A06FA1"/>
    <w:rsid w:val="00A12229"/>
    <w:rsid w:val="00A21650"/>
    <w:rsid w:val="00A21755"/>
    <w:rsid w:val="00A35B79"/>
    <w:rsid w:val="00A40CBE"/>
    <w:rsid w:val="00A466EC"/>
    <w:rsid w:val="00A51858"/>
    <w:rsid w:val="00A5267B"/>
    <w:rsid w:val="00A5744E"/>
    <w:rsid w:val="00A64311"/>
    <w:rsid w:val="00A64574"/>
    <w:rsid w:val="00A6469A"/>
    <w:rsid w:val="00A73A6F"/>
    <w:rsid w:val="00A761F0"/>
    <w:rsid w:val="00A8295D"/>
    <w:rsid w:val="00A906AA"/>
    <w:rsid w:val="00A94673"/>
    <w:rsid w:val="00AE0EE5"/>
    <w:rsid w:val="00AE6F5A"/>
    <w:rsid w:val="00AF1753"/>
    <w:rsid w:val="00AF3B0C"/>
    <w:rsid w:val="00AF47A8"/>
    <w:rsid w:val="00B15B20"/>
    <w:rsid w:val="00B50339"/>
    <w:rsid w:val="00B523BD"/>
    <w:rsid w:val="00B64D7F"/>
    <w:rsid w:val="00B6547C"/>
    <w:rsid w:val="00B83C49"/>
    <w:rsid w:val="00B85A66"/>
    <w:rsid w:val="00B85B41"/>
    <w:rsid w:val="00B85E44"/>
    <w:rsid w:val="00B86189"/>
    <w:rsid w:val="00BA722F"/>
    <w:rsid w:val="00BB0182"/>
    <w:rsid w:val="00BB5F92"/>
    <w:rsid w:val="00BD69CC"/>
    <w:rsid w:val="00BD6DDF"/>
    <w:rsid w:val="00BF067B"/>
    <w:rsid w:val="00BF5F98"/>
    <w:rsid w:val="00C263F2"/>
    <w:rsid w:val="00C44CF5"/>
    <w:rsid w:val="00C83328"/>
    <w:rsid w:val="00C83F7A"/>
    <w:rsid w:val="00C91B1F"/>
    <w:rsid w:val="00CA7227"/>
    <w:rsid w:val="00CB55F4"/>
    <w:rsid w:val="00CB6E02"/>
    <w:rsid w:val="00CC1BEE"/>
    <w:rsid w:val="00CC29F7"/>
    <w:rsid w:val="00CD10E6"/>
    <w:rsid w:val="00CE3130"/>
    <w:rsid w:val="00CF6F43"/>
    <w:rsid w:val="00D05472"/>
    <w:rsid w:val="00D22EF1"/>
    <w:rsid w:val="00D26BE1"/>
    <w:rsid w:val="00D42C3A"/>
    <w:rsid w:val="00D61A79"/>
    <w:rsid w:val="00D70CA0"/>
    <w:rsid w:val="00D80B10"/>
    <w:rsid w:val="00D8239B"/>
    <w:rsid w:val="00D82688"/>
    <w:rsid w:val="00D9123B"/>
    <w:rsid w:val="00DC7FE5"/>
    <w:rsid w:val="00DE1286"/>
    <w:rsid w:val="00DE6817"/>
    <w:rsid w:val="00E21210"/>
    <w:rsid w:val="00E23786"/>
    <w:rsid w:val="00E31A61"/>
    <w:rsid w:val="00E35028"/>
    <w:rsid w:val="00E45703"/>
    <w:rsid w:val="00E46C1F"/>
    <w:rsid w:val="00E57D95"/>
    <w:rsid w:val="00E61540"/>
    <w:rsid w:val="00E71711"/>
    <w:rsid w:val="00E743C9"/>
    <w:rsid w:val="00E750AC"/>
    <w:rsid w:val="00E907A6"/>
    <w:rsid w:val="00E97902"/>
    <w:rsid w:val="00EA5EFA"/>
    <w:rsid w:val="00EA77B9"/>
    <w:rsid w:val="00EB3EE4"/>
    <w:rsid w:val="00EB7E79"/>
    <w:rsid w:val="00EC2865"/>
    <w:rsid w:val="00ED20F9"/>
    <w:rsid w:val="00ED592B"/>
    <w:rsid w:val="00EE03DC"/>
    <w:rsid w:val="00EE41B4"/>
    <w:rsid w:val="00F20FF7"/>
    <w:rsid w:val="00F239F7"/>
    <w:rsid w:val="00F34ABE"/>
    <w:rsid w:val="00F378F3"/>
    <w:rsid w:val="00F42EC7"/>
    <w:rsid w:val="00F45F15"/>
    <w:rsid w:val="00F543ED"/>
    <w:rsid w:val="00F600AB"/>
    <w:rsid w:val="00F64623"/>
    <w:rsid w:val="00F73CE8"/>
    <w:rsid w:val="00F74663"/>
    <w:rsid w:val="00F74F8B"/>
    <w:rsid w:val="00F7503E"/>
    <w:rsid w:val="00F910A5"/>
    <w:rsid w:val="00F9258D"/>
    <w:rsid w:val="00FA5F73"/>
    <w:rsid w:val="00FD076D"/>
    <w:rsid w:val="00FD0C3F"/>
    <w:rsid w:val="00FD3512"/>
    <w:rsid w:val="00FD4E8E"/>
    <w:rsid w:val="00FE1CE5"/>
    <w:rsid w:val="00FE786B"/>
    <w:rsid w:val="00FF51E9"/>
    <w:rsid w:val="00FF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5">
    <w:name w:val="heading 5"/>
    <w:basedOn w:val="Normal"/>
    <w:next w:val="Normal"/>
    <w:qFormat/>
    <w:pPr>
      <w:keepNext/>
      <w:ind w:left="5040"/>
      <w:jc w:val="both"/>
      <w:outlineLvl w:val="4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  <w:lang w:val="en-GB"/>
    </w:rPr>
  </w:style>
  <w:style w:type="character" w:styleId="Hyperlink">
    <w:name w:val="Hyperlink"/>
    <w:rPr>
      <w:color w:val="1B7272"/>
      <w:u w:val="single"/>
    </w:rPr>
  </w:style>
  <w:style w:type="character" w:styleId="Strong">
    <w:name w:val="Strong"/>
    <w:qFormat/>
    <w:rPr>
      <w:b/>
      <w:bCs/>
    </w:rPr>
  </w:style>
  <w:style w:type="character" w:styleId="FollowedHyperlink">
    <w:name w:val="FollowedHyperlink"/>
    <w:rPr>
      <w:color w:val="800080"/>
      <w:u w:val="single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BodyText">
    <w:name w:val="Body Text"/>
    <w:basedOn w:val="Normal"/>
    <w:pPr>
      <w:jc w:val="both"/>
    </w:pPr>
  </w:style>
  <w:style w:type="paragraph" w:styleId="BodyTextIndent3">
    <w:name w:val="Body Text Indent 3"/>
    <w:basedOn w:val="Normal"/>
    <w:pPr>
      <w:ind w:left="4320"/>
      <w:jc w:val="both"/>
    </w:pPr>
    <w:rPr>
      <w:szCs w:val="20"/>
    </w:rPr>
  </w:style>
  <w:style w:type="paragraph" w:styleId="BalloonText">
    <w:name w:val="Balloon Text"/>
    <w:basedOn w:val="Normal"/>
    <w:link w:val="BalloonTextChar"/>
    <w:rsid w:val="00F925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9258D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4A5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106AA2"/>
    <w:rPr>
      <w:sz w:val="20"/>
      <w:szCs w:val="20"/>
    </w:rPr>
  </w:style>
  <w:style w:type="character" w:customStyle="1" w:styleId="FootnoteTextChar">
    <w:name w:val="Footnote Text Char"/>
    <w:link w:val="FootnoteText"/>
    <w:rsid w:val="00106AA2"/>
    <w:rPr>
      <w:lang w:eastAsia="en-US"/>
    </w:rPr>
  </w:style>
  <w:style w:type="character" w:styleId="FootnoteReference">
    <w:name w:val="footnote reference"/>
    <w:rsid w:val="00106AA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rsid w:val="003D5629"/>
    <w:rPr>
      <w:b/>
      <w:bCs/>
    </w:rPr>
  </w:style>
  <w:style w:type="character" w:customStyle="1" w:styleId="CommentTextChar">
    <w:name w:val="Comment Text Char"/>
    <w:link w:val="CommentText"/>
    <w:semiHidden/>
    <w:rsid w:val="003D5629"/>
    <w:rPr>
      <w:lang w:eastAsia="en-US"/>
    </w:rPr>
  </w:style>
  <w:style w:type="character" w:customStyle="1" w:styleId="CommentSubjectChar">
    <w:name w:val="Comment Subject Char"/>
    <w:link w:val="CommentSubject"/>
    <w:rsid w:val="003D5629"/>
    <w:rPr>
      <w:b/>
      <w:bCs/>
      <w:lang w:eastAsia="en-US"/>
    </w:rPr>
  </w:style>
  <w:style w:type="paragraph" w:styleId="Footer">
    <w:name w:val="footer"/>
    <w:basedOn w:val="Normal"/>
    <w:link w:val="FooterChar"/>
    <w:uiPriority w:val="99"/>
    <w:rsid w:val="00332B1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332B1F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5">
    <w:name w:val="heading 5"/>
    <w:basedOn w:val="Normal"/>
    <w:next w:val="Normal"/>
    <w:qFormat/>
    <w:pPr>
      <w:keepNext/>
      <w:ind w:left="5040"/>
      <w:jc w:val="both"/>
      <w:outlineLvl w:val="4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color w:val="000000"/>
      <w:sz w:val="20"/>
      <w:szCs w:val="20"/>
      <w:lang w:val="en-GB"/>
    </w:rPr>
  </w:style>
  <w:style w:type="character" w:styleId="Hyperlink">
    <w:name w:val="Hyperlink"/>
    <w:rPr>
      <w:color w:val="1B7272"/>
      <w:u w:val="single"/>
    </w:rPr>
  </w:style>
  <w:style w:type="character" w:styleId="Strong">
    <w:name w:val="Strong"/>
    <w:qFormat/>
    <w:rPr>
      <w:b/>
      <w:bCs/>
    </w:rPr>
  </w:style>
  <w:style w:type="character" w:styleId="FollowedHyperlink">
    <w:name w:val="FollowedHyperlink"/>
    <w:rPr>
      <w:color w:val="800080"/>
      <w:u w:val="single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BodyText">
    <w:name w:val="Body Text"/>
    <w:basedOn w:val="Normal"/>
    <w:pPr>
      <w:jc w:val="both"/>
    </w:pPr>
  </w:style>
  <w:style w:type="paragraph" w:styleId="BodyTextIndent3">
    <w:name w:val="Body Text Indent 3"/>
    <w:basedOn w:val="Normal"/>
    <w:pPr>
      <w:ind w:left="4320"/>
      <w:jc w:val="both"/>
    </w:pPr>
    <w:rPr>
      <w:szCs w:val="20"/>
    </w:rPr>
  </w:style>
  <w:style w:type="paragraph" w:styleId="BalloonText">
    <w:name w:val="Balloon Text"/>
    <w:basedOn w:val="Normal"/>
    <w:link w:val="BalloonTextChar"/>
    <w:rsid w:val="00F925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9258D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4A5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rsid w:val="00106AA2"/>
    <w:rPr>
      <w:sz w:val="20"/>
      <w:szCs w:val="20"/>
    </w:rPr>
  </w:style>
  <w:style w:type="character" w:customStyle="1" w:styleId="FootnoteTextChar">
    <w:name w:val="Footnote Text Char"/>
    <w:link w:val="FootnoteText"/>
    <w:rsid w:val="00106AA2"/>
    <w:rPr>
      <w:lang w:eastAsia="en-US"/>
    </w:rPr>
  </w:style>
  <w:style w:type="character" w:styleId="FootnoteReference">
    <w:name w:val="footnote reference"/>
    <w:rsid w:val="00106AA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rsid w:val="003D5629"/>
    <w:rPr>
      <w:b/>
      <w:bCs/>
    </w:rPr>
  </w:style>
  <w:style w:type="character" w:customStyle="1" w:styleId="CommentTextChar">
    <w:name w:val="Comment Text Char"/>
    <w:link w:val="CommentText"/>
    <w:semiHidden/>
    <w:rsid w:val="003D5629"/>
    <w:rPr>
      <w:lang w:eastAsia="en-US"/>
    </w:rPr>
  </w:style>
  <w:style w:type="character" w:customStyle="1" w:styleId="CommentSubjectChar">
    <w:name w:val="Comment Subject Char"/>
    <w:link w:val="CommentSubject"/>
    <w:rsid w:val="003D5629"/>
    <w:rPr>
      <w:b/>
      <w:bCs/>
      <w:lang w:eastAsia="en-US"/>
    </w:rPr>
  </w:style>
  <w:style w:type="paragraph" w:styleId="Footer">
    <w:name w:val="footer"/>
    <w:basedOn w:val="Normal"/>
    <w:link w:val="FooterChar"/>
    <w:uiPriority w:val="99"/>
    <w:rsid w:val="00332B1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332B1F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4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s.sepp@rmk.ee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polvajahiselts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are8@hot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ss\AppData\Local\Microsoft\Windows\Temporary%20Internet%20Files\Content.IE5\L2F4GIS9\rmk%20jahimaade%20kasutamise%20lepingu%20terviktekst%2029082017.dotx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16285-B153-4B35-82F5-79A409819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rmk jahimaade kasutamise lepingu terviktekst 29082017</Template>
  <TotalTime>0</TotalTime>
  <Pages>4</Pages>
  <Words>1823</Words>
  <Characters>10579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JAHIPIIRKONDA JÄÄVA RMK HALLATAVA MAA</vt:lpstr>
      <vt:lpstr>JAHIPIIRKONDA JÄÄVA RMK HALLATAVA MAA</vt:lpstr>
    </vt:vector>
  </TitlesOfParts>
  <Company>Riigimetsa  Majandamise Keskus</Company>
  <LinksUpToDate>false</LinksUpToDate>
  <CharactersWithSpaces>12378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JAHIPIIRKONDA JÄÄVA RMK HALLATAVA MAA</dc:title>
  <dc:creator>Andres Sepp</dc:creator>
  <cp:lastModifiedBy>Andres Sepp</cp:lastModifiedBy>
  <cp:revision>2</cp:revision>
  <cp:lastPrinted>2017-03-21T13:38:00Z</cp:lastPrinted>
  <dcterms:created xsi:type="dcterms:W3CDTF">2017-09-22T10:57:00Z</dcterms:created>
  <dcterms:modified xsi:type="dcterms:W3CDTF">2017-09-22T10:57:00Z</dcterms:modified>
</cp:coreProperties>
</file>